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845" type="#_x0000_t75">
            <v:imagedata r:id="rId6" o:title=""/>
          </v:shape>
        </w:pict>
      </w:r>
      <w:hyperlink r:id="rId7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3175: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NSR20131108: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Functional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Testing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Test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Suite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(OR*3.0*422)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  <w:position w:val="0"/>
          </w:rPr>
        </w:r>
      </w:hyperlink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Draft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96" w:lineRule="auto"/>
        <w:ind w:left="100" w:right="3288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8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46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Parent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Plan(s):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hyperlink r:id="rId9"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NSR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20131108:Remove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ListManager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Restrictions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on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Mnemonics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(OR*3.0*422)</w:t>
        </w:r>
        <w:r>
          <w:rPr>
            <w:rFonts w:ascii="Arial" w:hAnsi="Arial" w:cs="Arial" w:eastAsia="Arial"/>
            <w:sz w:val="16"/>
            <w:szCs w:val="16"/>
            <w:color w:val="000000"/>
            <w:spacing w:val="0"/>
            <w:w w:val="100"/>
          </w:rPr>
        </w:r>
      </w:hyperlink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set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validates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functionality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remediated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Suite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478" w:lineRule="auto"/>
        <w:ind w:left="100" w:right="8988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0004pt;margin-top:-24.692129pt;width:541.499995pt;height:13.599986pt;mso-position-horizontal-relative:page;mso-position-vertical-relative:paragraph;z-index:-844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5.5pt;margin-top:1.653907pt;width:541.000001pt;height:22.606011pt;mso-position-horizontal-relative:page;mso-position-vertical-relative:paragraph;z-index:-843" coordorigin="710,33" coordsize="10820,452">
            <v:shape style="position:absolute;left:2143;top:33;width:585;height:117" type="#_x0000_t75">
              <v:imagedata r:id="rId10" o:title=""/>
            </v:shape>
            <v:group style="position:absolute;left:725;top:225;width:3590;height:220" coordorigin="725,225" coordsize="3590,220">
              <v:shape style="position:absolute;left:725;top:225;width:3590;height:220" coordorigin="725,225" coordsize="3590,220" path="m725,225l4315,225,4315,445,725,445,725,225e" filled="t" fillcolor="#E6E6E6" stroked="f">
                <v:path arrowok="t"/>
                <v:fill/>
              </v:shape>
            </v:group>
            <v:group style="position:absolute;left:717;top:192;width:3603;height:2" coordorigin="717,192" coordsize="3603,2">
              <v:shape style="position:absolute;left:717;top:192;width:3603;height:2" coordorigin="717,192" coordsize="3603,0" path="m718,192l4322,192e" filled="f" stroked="t" strokeweight=".666667pt" strokecolor="#E6E6E6">
                <v:path arrowok="t"/>
              </v:shape>
            </v:group>
            <v:group style="position:absolute;left:723;top:219;width:3593;height:2" coordorigin="723,219" coordsize="3593,2">
              <v:shape style="position:absolute;left:723;top:219;width:3593;height:2" coordorigin="723,219" coordsize="3593,0" path="m732,219l4325,219e" filled="f" stroked="t" strokeweight=".666667pt" strokecolor="#E6E6E6">
                <v:path arrowok="t"/>
              </v:shape>
            </v:group>
            <v:group style="position:absolute;left:723;top:452;width:3593;height:2" coordorigin="723,452" coordsize="3593,2">
              <v:shape style="position:absolute;left:723;top:452;width:3593;height:2" coordorigin="723,452" coordsize="3593,0" path="m727,452l4320,452e" filled="f" stroked="t" strokeweight=".666667pt" strokecolor="#E6E6E6">
                <v:path arrowok="t"/>
              </v:shape>
            </v:group>
            <v:group style="position:absolute;left:720;top:205;width:2;height:260" coordorigin="720,205" coordsize="2,260">
              <v:shape style="position:absolute;left:720;top:205;width:2;height:260" coordorigin="720,205" coordsize="0,260" path="m720,225l720,485e" filled="f" stroked="t" strokeweight=".5pt" strokecolor="#FFFFFF">
                <v:path arrowok="t"/>
              </v:shape>
            </v:group>
            <v:group style="position:absolute;left:4325;top:225;width:3590;height:220" coordorigin="4325,225" coordsize="3590,220">
              <v:shape style="position:absolute;left:4325;top:225;width:3590;height:220" coordorigin="4325,225" coordsize="3590,220" path="m4325,225l7915,225,7915,445,4325,445,4325,225e" filled="t" fillcolor="#E6E6E6" stroked="f">
                <v:path arrowok="t"/>
                <v:fill/>
              </v:shape>
            </v:group>
            <v:group style="position:absolute;left:4320;top:192;width:3600;height:2" coordorigin="4320,192" coordsize="3600,2">
              <v:shape style="position:absolute;left:4320;top:192;width:3600;height:2" coordorigin="4320,192" coordsize="3600,0" path="m4320,192l7920,192e" filled="f" stroked="t" strokeweight=".666667pt" strokecolor="#E6E6E6">
                <v:path arrowok="t"/>
              </v:shape>
            </v:group>
            <v:group style="position:absolute;left:4323;top:219;width:3593;height:2" coordorigin="4323,219" coordsize="3593,2">
              <v:shape style="position:absolute;left:4323;top:219;width:3593;height:2" coordorigin="4323,219" coordsize="3593,0" path="m4327,219l7920,219e" filled="f" stroked="t" strokeweight=".666667pt" strokecolor="#E6E6E6">
                <v:path arrowok="t"/>
              </v:shape>
            </v:group>
            <v:group style="position:absolute;left:4323;top:452;width:3593;height:2" coordorigin="4323,452" coordsize="3593,2">
              <v:shape style="position:absolute;left:4323;top:452;width:3593;height:2" coordorigin="4323,452" coordsize="3593,0" path="m4327,452l7920,452e" filled="f" stroked="t" strokeweight=".666667pt" strokecolor="#E6E6E6">
                <v:path arrowok="t"/>
              </v:shape>
            </v:group>
            <v:group style="position:absolute;left:7925;top:225;width:3590;height:220" coordorigin="7925,225" coordsize="3590,220">
              <v:shape style="position:absolute;left:7925;top:225;width:3590;height:220" coordorigin="7925,225" coordsize="3590,220" path="m7925,225l11515,225,11515,445,7925,445,7925,225e" filled="t" fillcolor="#E6E6E6" stroked="f">
                <v:path arrowok="t"/>
                <v:fill/>
              </v:shape>
            </v:group>
            <v:group style="position:absolute;left:7920;top:192;width:3603;height:2" coordorigin="7920,192" coordsize="3603,2">
              <v:shape style="position:absolute;left:7920;top:192;width:3603;height:2" coordorigin="7920,192" coordsize="3603,0" path="m7920,192l11523,192e" filled="f" stroked="t" strokeweight=".666667pt" strokecolor="#E6E6E6">
                <v:path arrowok="t"/>
              </v:shape>
            </v:group>
            <v:group style="position:absolute;left:7923;top:219;width:3593;height:2" coordorigin="7923,219" coordsize="3593,2">
              <v:shape style="position:absolute;left:7923;top:219;width:3593;height:2" coordorigin="7923,219" coordsize="3593,0" path="m7927,219l11520,219e" filled="f" stroked="t" strokeweight=".666667pt" strokecolor="#E6E6E6">
                <v:path arrowok="t"/>
              </v:shape>
            </v:group>
            <v:group style="position:absolute;left:11520;top:205;width:2;height:260" coordorigin="11520,205" coordsize="2,260">
              <v:shape style="position:absolute;left:11520;top:205;width:2;height:260" coordorigin="11520,205" coordsize="0,260" path="m11520,225l11520,485e" filled="f" stroked="t" strokeweight=".5pt" strokecolor="#FFFFFF">
                <v:path arrowok="t"/>
              </v:shape>
            </v:group>
            <v:group style="position:absolute;left:7923;top:452;width:3593;height:2" coordorigin="7923,452" coordsize="3593,2">
              <v:shape style="position:absolute;left:7923;top:452;width:3593;height:2" coordorigin="7923,452" coordsize="3593,0" path="m7927,452l11520,452e" filled="f" stroked="t" strokeweight=".666667pt" strokecolor="#E6E6E6">
                <v:path arrowok="t"/>
              </v:shape>
            </v:group>
            <v:group style="position:absolute;left:720;top:479;width:10800;height:2" coordorigin="720,479" coordsize="10800,2">
              <v:shape style="position:absolute;left:720;top:479;width:10800;height:2" coordorigin="720,479" coordsize="10800,0" path="m720,479l11520,479e" filled="f" stroked="t" strokeweight=".66667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76pt;width:541.0pt;height:18.400036pt;mso-position-horizontal-relative:page;mso-position-vertical-relative:paragraph;z-index:-842" coordorigin="710,454" coordsize="10820,368">
            <v:group style="position:absolute;left:725;top:494;width:638;height:288" coordorigin="725,494" coordsize="638,288">
              <v:shape style="position:absolute;left:725;top:494;width:638;height:288" coordorigin="725,494" coordsize="638,288" path="m725,494l1363,494,1363,782,725,782,725,494e" filled="t" fillcolor="#E6E6E6" stroked="f">
                <v:path arrowok="t"/>
                <v:fill/>
              </v:shape>
            </v:group>
            <v:group style="position:absolute;left:717;top:461;width:651;height:2" coordorigin="717,461" coordsize="651,2">
              <v:shape style="position:absolute;left:717;top:461;width:651;height:2" coordorigin="717,461" coordsize="651,0" path="m718,461l1370,461e" filled="f" stroked="t" strokeweight=".666667pt" strokecolor="#E6E6E6">
                <v:path arrowok="t"/>
              </v:shape>
            </v:group>
            <v:group style="position:absolute;left:723;top:487;width:641;height:2" coordorigin="723,487" coordsize="641,2">
              <v:shape style="position:absolute;left:723;top:487;width:641;height:2" coordorigin="723,487" coordsize="641,0" path="m732,487l1373,487e" filled="f" stroked="t" strokeweight=".666667pt" strokecolor="#E6E6E6">
                <v:path arrowok="t"/>
              </v:shape>
            </v:group>
            <v:group style="position:absolute;left:723;top:789;width:641;height:2" coordorigin="723,789" coordsize="641,2">
              <v:shape style="position:absolute;left:723;top:789;width:641;height:2" coordorigin="723,789" coordsize="641,0" path="m727,789l1368,789e" filled="f" stroked="t" strokeweight=".666667pt" strokecolor="#E6E6E6">
                <v:path arrowok="t"/>
              </v:shape>
            </v:group>
            <v:group style="position:absolute;left:720;top:474;width:2;height:328" coordorigin="720,474" coordsize="2,328">
              <v:shape style="position:absolute;left:720;top:474;width:2;height:328" coordorigin="720,474" coordsize="0,328" path="m720,494l720,822e" filled="f" stroked="t" strokeweight=".5pt" strokecolor="#FFFFFF">
                <v:path arrowok="t"/>
              </v:shape>
            </v:group>
            <v:group style="position:absolute;left:1373;top:494;width:638;height:288" coordorigin="1373,494" coordsize="638,288">
              <v:shape style="position:absolute;left:1373;top:494;width:638;height:288" coordorigin="1373,494" coordsize="638,288" path="m1373,494l2011,494,2011,782,1373,782,1373,494e" filled="t" fillcolor="#E6E6E6" stroked="f">
                <v:path arrowok="t"/>
                <v:fill/>
              </v:shape>
            </v:group>
            <v:group style="position:absolute;left:1368;top:461;width:648;height:2" coordorigin="1368,461" coordsize="648,2">
              <v:shape style="position:absolute;left:1368;top:461;width:648;height:2" coordorigin="1368,461" coordsize="648,0" path="m1368,461l2016,461e" filled="f" stroked="t" strokeweight=".666667pt" strokecolor="#E6E6E6">
                <v:path arrowok="t"/>
              </v:shape>
            </v:group>
            <v:group style="position:absolute;left:1371;top:487;width:641;height:2" coordorigin="1371,487" coordsize="641,2">
              <v:shape style="position:absolute;left:1371;top:487;width:641;height:2" coordorigin="1371,487" coordsize="641,0" path="m1375,487l2016,487e" filled="f" stroked="t" strokeweight=".666667pt" strokecolor="#E6E6E6">
                <v:path arrowok="t"/>
              </v:shape>
            </v:group>
            <v:group style="position:absolute;left:1371;top:789;width:641;height:2" coordorigin="1371,789" coordsize="641,2">
              <v:shape style="position:absolute;left:1371;top:789;width:641;height:2" coordorigin="1371,789" coordsize="641,0" path="m1375,789l2016,789e" filled="f" stroked="t" strokeweight=".666667pt" strokecolor="#E6E6E6">
                <v:path arrowok="t"/>
              </v:shape>
            </v:group>
            <v:group style="position:absolute;left:2021;top:494;width:638;height:288" coordorigin="2021,494" coordsize="638,288">
              <v:shape style="position:absolute;left:2021;top:494;width:638;height:288" coordorigin="2021,494" coordsize="638,288" path="m2021,494l2659,494,2659,782,2021,782,2021,494e" filled="t" fillcolor="#E6E6E6" stroked="f">
                <v:path arrowok="t"/>
                <v:fill/>
              </v:shape>
            </v:group>
            <v:group style="position:absolute;left:2016;top:461;width:648;height:2" coordorigin="2016,461" coordsize="648,2">
              <v:shape style="position:absolute;left:2016;top:461;width:648;height:2" coordorigin="2016,461" coordsize="648,0" path="m2016,461l2664,461e" filled="f" stroked="t" strokeweight=".666667pt" strokecolor="#E6E6E6">
                <v:path arrowok="t"/>
              </v:shape>
            </v:group>
            <v:group style="position:absolute;left:2019;top:487;width:641;height:2" coordorigin="2019,487" coordsize="641,2">
              <v:shape style="position:absolute;left:2019;top:487;width:641;height:2" coordorigin="2019,487" coordsize="641,0" path="m2023,487l2664,487e" filled="f" stroked="t" strokeweight=".666667pt" strokecolor="#E6E6E6">
                <v:path arrowok="t"/>
              </v:shape>
            </v:group>
            <v:group style="position:absolute;left:2019;top:789;width:641;height:2" coordorigin="2019,789" coordsize="641,2">
              <v:shape style="position:absolute;left:2019;top:789;width:641;height:2" coordorigin="2019,789" coordsize="641,0" path="m2023,789l2664,789e" filled="f" stroked="t" strokeweight=".666667pt" strokecolor="#E6E6E6">
                <v:path arrowok="t"/>
              </v:shape>
            </v:group>
            <v:group style="position:absolute;left:2669;top:494;width:1934;height:288" coordorigin="2669,494" coordsize="1934,288">
              <v:shape style="position:absolute;left:2669;top:494;width:1934;height:288" coordorigin="2669,494" coordsize="1934,288" path="m2669,494l4603,494,4603,782,2669,782,2669,494e" filled="t" fillcolor="#E6E6E6" stroked="f">
                <v:path arrowok="t"/>
                <v:fill/>
              </v:shape>
            </v:group>
            <v:group style="position:absolute;left:2664;top:461;width:1944;height:2" coordorigin="2664,461" coordsize="1944,2">
              <v:shape style="position:absolute;left:2664;top:461;width:1944;height:2" coordorigin="2664,461" coordsize="1944,0" path="m2664,461l4608,461e" filled="f" stroked="t" strokeweight=".666667pt" strokecolor="#E6E6E6">
                <v:path arrowok="t"/>
              </v:shape>
            </v:group>
            <v:group style="position:absolute;left:2667;top:487;width:1937;height:2" coordorigin="2667,487" coordsize="1937,2">
              <v:shape style="position:absolute;left:2667;top:487;width:1937;height:2" coordorigin="2667,487" coordsize="1937,0" path="m2671,487l4608,487e" filled="f" stroked="t" strokeweight=".666667pt" strokecolor="#E6E6E6">
                <v:path arrowok="t"/>
              </v:shape>
            </v:group>
            <v:group style="position:absolute;left:2667;top:789;width:1937;height:2" coordorigin="2667,789" coordsize="1937,2">
              <v:shape style="position:absolute;left:2667;top:789;width:1937;height:2" coordorigin="2667,789" coordsize="1937,0" path="m2671,789l4608,789e" filled="f" stroked="t" strokeweight=".666667pt" strokecolor="#E6E6E6">
                <v:path arrowok="t"/>
              </v:shape>
            </v:group>
            <v:group style="position:absolute;left:4613;top:494;width:1610;height:288" coordorigin="4613,494" coordsize="1610,288">
              <v:shape style="position:absolute;left:4613;top:494;width:1610;height:288" coordorigin="4613,494" coordsize="1610,288" path="m4613,494l6223,494,6223,782,4613,782,4613,494e" filled="t" fillcolor="#E6E6E6" stroked="f">
                <v:path arrowok="t"/>
                <v:fill/>
              </v:shape>
            </v:group>
            <v:group style="position:absolute;left:4608;top:461;width:1620;height:2" coordorigin="4608,461" coordsize="1620,2">
              <v:shape style="position:absolute;left:4608;top:461;width:1620;height:2" coordorigin="4608,461" coordsize="1620,0" path="m4608,461l6228,461e" filled="f" stroked="t" strokeweight=".666667pt" strokecolor="#E6E6E6">
                <v:path arrowok="t"/>
              </v:shape>
            </v:group>
            <v:group style="position:absolute;left:4611;top:487;width:1613;height:2" coordorigin="4611,487" coordsize="1613,2">
              <v:shape style="position:absolute;left:4611;top:487;width:1613;height:2" coordorigin="4611,487" coordsize="1613,0" path="m4615,487l6228,487e" filled="f" stroked="t" strokeweight=".666667pt" strokecolor="#E6E6E6">
                <v:path arrowok="t"/>
              </v:shape>
            </v:group>
            <v:group style="position:absolute;left:4611;top:789;width:1613;height:2" coordorigin="4611,789" coordsize="1613,2">
              <v:shape style="position:absolute;left:4611;top:789;width:1613;height:2" coordorigin="4611,789" coordsize="1613,0" path="m4615,789l6228,789e" filled="f" stroked="t" strokeweight=".666667pt" strokecolor="#E6E6E6">
                <v:path arrowok="t"/>
              </v:shape>
            </v:group>
            <v:group style="position:absolute;left:6233;top:494;width:962;height:288" coordorigin="6233,494" coordsize="962,288">
              <v:shape style="position:absolute;left:6233;top:494;width:962;height:288" coordorigin="6233,494" coordsize="962,288" path="m6233,494l7195,494,7195,782,6233,782,6233,494e" filled="t" fillcolor="#E6E6E6" stroked="f">
                <v:path arrowok="t"/>
                <v:fill/>
              </v:shape>
            </v:group>
            <v:group style="position:absolute;left:6228;top:461;width:972;height:2" coordorigin="6228,461" coordsize="972,2">
              <v:shape style="position:absolute;left:6228;top:461;width:972;height:2" coordorigin="6228,461" coordsize="972,0" path="m6228,461l7200,461e" filled="f" stroked="t" strokeweight=".666667pt" strokecolor="#E6E6E6">
                <v:path arrowok="t"/>
              </v:shape>
            </v:group>
            <v:group style="position:absolute;left:6231;top:487;width:965;height:2" coordorigin="6231,487" coordsize="965,2">
              <v:shape style="position:absolute;left:6231;top:487;width:965;height:2" coordorigin="6231,487" coordsize="965,0" path="m6235,487l7200,487e" filled="f" stroked="t" strokeweight=".666667pt" strokecolor="#E6E6E6">
                <v:path arrowok="t"/>
              </v:shape>
            </v:group>
            <v:group style="position:absolute;left:6231;top:789;width:965;height:2" coordorigin="6231,789" coordsize="965,2">
              <v:shape style="position:absolute;left:6231;top:789;width:965;height:2" coordorigin="6231,789" coordsize="965,0" path="m6235,789l7200,789e" filled="f" stroked="t" strokeweight=".666667pt" strokecolor="#E6E6E6">
                <v:path arrowok="t"/>
              </v:shape>
            </v:group>
            <v:group style="position:absolute;left:7205;top:494;width:962;height:288" coordorigin="7205,494" coordsize="962,288">
              <v:shape style="position:absolute;left:7205;top:494;width:962;height:288" coordorigin="7205,494" coordsize="962,288" path="m7205,494l8167,494,8167,782,7205,782,7205,494e" filled="t" fillcolor="#E6E6E6" stroked="f">
                <v:path arrowok="t"/>
                <v:fill/>
              </v:shape>
            </v:group>
            <v:group style="position:absolute;left:7200;top:461;width:972;height:2" coordorigin="7200,461" coordsize="972,2">
              <v:shape style="position:absolute;left:7200;top:461;width:972;height:2" coordorigin="7200,461" coordsize="972,0" path="m7200,461l8172,461e" filled="f" stroked="t" strokeweight=".666667pt" strokecolor="#E6E6E6">
                <v:path arrowok="t"/>
              </v:shape>
            </v:group>
            <v:group style="position:absolute;left:7203;top:487;width:965;height:2" coordorigin="7203,487" coordsize="965,2">
              <v:shape style="position:absolute;left:7203;top:487;width:965;height:2" coordorigin="7203,487" coordsize="965,0" path="m7207,487l8172,487e" filled="f" stroked="t" strokeweight=".666667pt" strokecolor="#E6E6E6">
                <v:path arrowok="t"/>
              </v:shape>
            </v:group>
            <v:group style="position:absolute;left:7203;top:789;width:965;height:2" coordorigin="7203,789" coordsize="965,2">
              <v:shape style="position:absolute;left:7203;top:789;width:965;height:2" coordorigin="7203,789" coordsize="965,0" path="m7207,789l8172,789e" filled="f" stroked="t" strokeweight=".666667pt" strokecolor="#E6E6E6">
                <v:path arrowok="t"/>
              </v:shape>
            </v:group>
            <v:group style="position:absolute;left:8177;top:494;width:1826;height:288" coordorigin="8177,494" coordsize="1826,288">
              <v:shape style="position:absolute;left:8177;top:494;width:1826;height:288" coordorigin="8177,494" coordsize="1826,288" path="m8177,494l10003,494,10003,782,8177,782,8177,494e" filled="t" fillcolor="#E6E6E6" stroked="f">
                <v:path arrowok="t"/>
                <v:fill/>
              </v:shape>
            </v:group>
            <v:group style="position:absolute;left:8172;top:461;width:1836;height:2" coordorigin="8172,461" coordsize="1836,2">
              <v:shape style="position:absolute;left:8172;top:461;width:1836;height:2" coordorigin="8172,461" coordsize="1836,0" path="m8172,461l10008,461e" filled="f" stroked="t" strokeweight=".666667pt" strokecolor="#E6E6E6">
                <v:path arrowok="t"/>
              </v:shape>
            </v:group>
            <v:group style="position:absolute;left:8175;top:487;width:1829;height:2" coordorigin="8175,487" coordsize="1829,2">
              <v:shape style="position:absolute;left:8175;top:487;width:1829;height:2" coordorigin="8175,487" coordsize="1829,0" path="m8179,487l10008,487e" filled="f" stroked="t" strokeweight=".666667pt" strokecolor="#E6E6E6">
                <v:path arrowok="t"/>
              </v:shape>
            </v:group>
            <v:group style="position:absolute;left:8175;top:789;width:1829;height:2" coordorigin="8175,789" coordsize="1829,2">
              <v:shape style="position:absolute;left:8175;top:789;width:1829;height:2" coordorigin="8175,789" coordsize="1829,0" path="m8179,789l10008,789e" filled="f" stroked="t" strokeweight=".666667pt" strokecolor="#E6E6E6">
                <v:path arrowok="t"/>
              </v:shape>
            </v:group>
            <v:group style="position:absolute;left:10013;top:494;width:746;height:288" coordorigin="10013,494" coordsize="746,288">
              <v:shape style="position:absolute;left:10013;top:494;width:746;height:288" coordorigin="10013,494" coordsize="746,288" path="m10013,494l10759,494,10759,782,10013,782,10013,494e" filled="t" fillcolor="#E6E6E6" stroked="f">
                <v:path arrowok="t"/>
                <v:fill/>
              </v:shape>
            </v:group>
            <v:group style="position:absolute;left:10008;top:461;width:756;height:2" coordorigin="10008,461" coordsize="756,2">
              <v:shape style="position:absolute;left:10008;top:461;width:756;height:2" coordorigin="10008,461" coordsize="756,0" path="m10008,461l10764,461e" filled="f" stroked="t" strokeweight=".666667pt" strokecolor="#E6E6E6">
                <v:path arrowok="t"/>
              </v:shape>
            </v:group>
            <v:group style="position:absolute;left:10011;top:487;width:749;height:2" coordorigin="10011,487" coordsize="749,2">
              <v:shape style="position:absolute;left:10011;top:487;width:749;height:2" coordorigin="10011,487" coordsize="749,0" path="m10015,487l10764,487e" filled="f" stroked="t" strokeweight=".666667pt" strokecolor="#E6E6E6">
                <v:path arrowok="t"/>
              </v:shape>
            </v:group>
            <v:group style="position:absolute;left:10011;top:789;width:749;height:2" coordorigin="10011,789" coordsize="749,2">
              <v:shape style="position:absolute;left:10011;top:789;width:749;height:2" coordorigin="10011,789" coordsize="749,0" path="m10015,789l10764,789e" filled="f" stroked="t" strokeweight=".666667pt" strokecolor="#E6E6E6">
                <v:path arrowok="t"/>
              </v:shape>
            </v:group>
            <v:group style="position:absolute;left:10769;top:494;width:746;height:288" coordorigin="10769,494" coordsize="746,288">
              <v:shape style="position:absolute;left:10769;top:494;width:746;height:288" coordorigin="10769,494" coordsize="746,288" path="m10769,494l11515,494,11515,782,10769,782,10769,494e" filled="t" fillcolor="#E6E6E6" stroked="f">
                <v:path arrowok="t"/>
                <v:fill/>
              </v:shape>
            </v:group>
            <v:group style="position:absolute;left:10764;top:461;width:759;height:2" coordorigin="10764,461" coordsize="759,2">
              <v:shape style="position:absolute;left:10764;top:461;width:759;height:2" coordorigin="10764,461" coordsize="759,0" path="m10764,461l11523,461e" filled="f" stroked="t" strokeweight=".666667pt" strokecolor="#E6E6E6">
                <v:path arrowok="t"/>
              </v:shape>
            </v:group>
            <v:group style="position:absolute;left:10767;top:487;width:749;height:2" coordorigin="10767,487" coordsize="749,2">
              <v:shape style="position:absolute;left:10767;top:487;width:749;height:2" coordorigin="10767,487" coordsize="749,0" path="m10771,487l11520,487e" filled="f" stroked="t" strokeweight=".666667pt" strokecolor="#E6E6E6">
                <v:path arrowok="t"/>
              </v:shape>
            </v:group>
            <v:group style="position:absolute;left:11520;top:474;width:2;height:328" coordorigin="11520,474" coordsize="2,328">
              <v:shape style="position:absolute;left:11520;top:474;width:2;height:328" coordorigin="11520,474" coordsize="0,328" path="m11520,494l11520,822e" filled="f" stroked="t" strokeweight=".5pt" strokecolor="#FFFFFF">
                <v:path arrowok="t"/>
              </v:shape>
            </v:group>
            <v:group style="position:absolute;left:10767;top:789;width:749;height:2" coordorigin="10767,789" coordsize="749,2">
              <v:shape style="position:absolute;left:10767;top:789;width:749;height:2" coordorigin="10767,789" coordsize="749,0" path="m10771,789l11520,789e" filled="f" stroked="t" strokeweight=".666667pt" strokecolor="#E6E6E6">
                <v:path arrowok="t"/>
              </v:shape>
            </v:group>
            <v:group style="position:absolute;left:720;top:815;width:10800;height:2" coordorigin="720,815" coordsize="10800,2">
              <v:shape style="position:absolute;left:720;top:815;width:10800;height:2" coordorigin="720,815" coordsize="10800,0" path="m720,815l11520,815e" filled="f" stroked="t" strokeweight=".666698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Cases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pgMar w:footer="979" w:top="1360" w:bottom="1160" w:left="620" w:right="640"/>
          <w:footerReference w:type="default" r:id="rId5"/>
          <w:type w:val="continuous"/>
          <w:pgSz w:w="12240" w:h="15840"/>
        </w:sectPr>
      </w:pPr>
      <w:rPr/>
    </w:p>
    <w:p>
      <w:pPr>
        <w:spacing w:before="44" w:after="0" w:line="240" w:lineRule="auto"/>
        <w:ind w:left="205"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2.592003pt;margin-top:2.694932pt;width:37.957999pt;height:14.4pt;mso-position-horizontal-relative:page;mso-position-vertical-relative:paragraph;z-index:-846" type="#_x0000_t202" filled="f" stroked="f">
            <v:textbox inset="0,0,0,0">
              <w:txbxContent>
                <w:p>
                  <w:pPr>
                    <w:spacing w:before="0" w:after="0" w:line="128" w:lineRule="exact"/>
                    <w:ind w:right="-20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666666"/>
                      <w:spacing w:val="0"/>
                      <w:w w:val="100"/>
                      <w:b/>
                      <w:bCs/>
                    </w:rPr>
                    <w:t>on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Executi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Order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tabs>
          <w:tab w:pos="480" w:val="left"/>
          <w:tab w:pos="3020" w:val="left"/>
          <w:tab w:pos="4640" w:val="left"/>
          <w:tab w:pos="6580" w:val="left"/>
          <w:tab w:pos="8420" w:val="left"/>
          <w:tab w:pos="91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Case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Team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Area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2" w:equalWidth="0">
            <w:col w:w="632" w:space="430"/>
            <w:col w:w="9918"/>
          </w:cols>
        </w:sectPr>
      </w:pPr>
      <w:rPr/>
    </w:p>
    <w:p>
      <w:pPr>
        <w:spacing w:before="76" w:after="0" w:line="188" w:lineRule="exact"/>
        <w:ind w:left="200" w:right="-71"/>
        <w:jc w:val="left"/>
        <w:tabs>
          <w:tab w:pos="940" w:val="left"/>
          <w:tab w:pos="1680" w:val="left"/>
          <w:tab w:pos="5700" w:val="left"/>
          <w:tab w:pos="76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3"/>
        </w:rPr>
        <w:t>1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3"/>
        </w:rPr>
      </w:r>
      <w:hyperlink r:id="rId11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92765</w:t>
          <w:tab/>
        </w:r>
        <w:r>
          <w:rPr>
            <w:rFonts w:ascii="Times New Roman" w:hAnsi="Times New Roman" w:cs="Times New Roman" w:eastAsia="Times New Roman"/>
            <w:sz w:val="12"/>
            <w:szCs w:val="12"/>
            <w:color w:val="3087B3"/>
            <w:spacing w:val="0"/>
            <w:w w:val="100"/>
            <w:position w:val="-3"/>
          </w:rPr>
          <w:t>          </w:t>
        </w:r>
      </w:hyperlink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3"/>
        </w:rPr>
        <w:pict>
          <v:shape style="width:8pt;height:8pt;mso-position-horizontal-relative:char;mso-position-vertical-relative:line" type="#_x0000_t75">
            <v:imagedata r:id="rId12" o:title=""/>
          </v:shape>
        </w:pict>
      </w:r>
      <w:hyperlink r:id="rId13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Special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Characters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are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Accepted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   </w:t>
        </w:r>
        <w:r>
          <w:rPr>
            <w:rFonts w:ascii="Arial" w:hAnsi="Arial" w:cs="Arial" w:eastAsia="Arial"/>
            <w:sz w:val="12"/>
            <w:szCs w:val="12"/>
            <w:color w:val="3087B3"/>
            <w:spacing w:val="23"/>
            <w:w w:val="100"/>
            <w:position w:val="-3"/>
          </w:rPr>
          <w:t> </w:t>
        </w:r>
      </w:hyperlink>
      <w:hyperlink r:id="rId14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Dev1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Gold2</w:t>
          <w:tab/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</w:r>
      </w:hyperlink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3"/>
        </w:rPr>
        <w:t>Draft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3"/>
        </w:rPr>
      </w:r>
      <w:hyperlink r:id="rId15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4"/>
          </w:rPr>
          <w:t>Special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4"/>
          </w:rPr>
          <w:t>Characters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4"/>
          </w:rPr>
          <w:t>are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  <w:position w:val="0"/>
          </w:rPr>
        </w:r>
      </w:hyperlink>
    </w:p>
    <w:p>
      <w:pPr>
        <w:spacing w:before="0" w:after="0" w:line="89" w:lineRule="exact"/>
        <w:ind w:right="700"/>
        <w:jc w:val="righ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6.924963pt;width:539.999999pt;height:.1pt;mso-position-horizontal-relative:page;mso-position-vertical-relative:paragraph;z-index:-841" coordorigin="720,138" coordsize="10800,2">
            <v:shape style="position:absolute;left:720;top:138;width:10800;height:2" coordorigin="720,138" coordsize="10800,0" path="m720,138l11520,138e" filled="f" stroked="t" strokeweight=".500031pt" strokecolor="#DFDFDF">
              <v:path arrowok="t"/>
            </v:shape>
          </v:group>
          <w10:wrap type="none"/>
        </w:pict>
      </w:r>
      <w:hyperlink r:id="rId16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</w:rPr>
          <w:t>Accepted</w:t>
        </w:r>
        <w:r>
          <w:rPr>
            <w:rFonts w:ascii="Arial" w:hAnsi="Arial" w:cs="Arial" w:eastAsia="Arial"/>
            <w:sz w:val="12"/>
            <w:szCs w:val="12"/>
            <w:color w:val="000000"/>
            <w:spacing w:val="0"/>
            <w:w w:val="100"/>
          </w:rPr>
        </w:r>
      </w:hyperlink>
    </w:p>
    <w:p>
      <w:pPr>
        <w:spacing w:before="74" w:after="0" w:line="240" w:lineRule="auto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Nov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18,</w:t>
      </w:r>
    </w:p>
    <w:p>
      <w:pPr>
        <w:spacing w:before="6" w:after="0" w:line="135" w:lineRule="exact"/>
        <w:ind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2015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2" w:equalWidth="0">
            <w:col w:w="8873" w:space="615"/>
            <w:col w:w="1492"/>
          </w:cols>
        </w:sectPr>
      </w:pPr>
      <w:rPr/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4pt;width:540.999999pt;height:15.000049pt;mso-position-horizontal-relative:page;mso-position-vertical-relative:paragraph;z-index:-840" coordorigin="710,454" coordsize="10820,300">
            <v:group style="position:absolute;left:725;top:494;width:962;height:220" coordorigin="725,494" coordsize="962,220">
              <v:shape style="position:absolute;left:725;top:494;width:962;height:220" coordorigin="725,494" coordsize="962,220" path="m725,494l1687,494,1687,714,725,714,725,494e" filled="t" fillcolor="#E6E6E6" stroked="f">
                <v:path arrowok="t"/>
                <v:fill/>
              </v:shape>
            </v:group>
            <v:group style="position:absolute;left:717;top:461;width:975;height:2" coordorigin="717,461" coordsize="975,2">
              <v:shape style="position:absolute;left:717;top:461;width:975;height:2" coordorigin="717,461" coordsize="975,0" path="m718,461l1694,461e" filled="f" stroked="t" strokeweight=".666667pt" strokecolor="#E6E6E6">
                <v:path arrowok="t"/>
              </v:shape>
            </v:group>
            <v:group style="position:absolute;left:723;top:487;width:965;height:2" coordorigin="723,487" coordsize="965,2">
              <v:shape style="position:absolute;left:723;top:487;width:965;height:2" coordorigin="723,487" coordsize="965,0" path="m732,487l1697,487e" filled="f" stroked="t" strokeweight=".666667pt" strokecolor="#E6E6E6">
                <v:path arrowok="t"/>
              </v:shape>
            </v:group>
            <v:group style="position:absolute;left:723;top:721;width:965;height:2" coordorigin="723,721" coordsize="965,2">
              <v:shape style="position:absolute;left:723;top:721;width:965;height:2" coordorigin="723,721" coordsize="965,0" path="m727,721l1692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697;top:494;width:1286;height:220" coordorigin="1697,494" coordsize="1286,220">
              <v:shape style="position:absolute;left:1697;top:494;width:1286;height:220" coordorigin="1697,494" coordsize="1286,220" path="m1697,494l2983,494,2983,714,1697,714,1697,494e" filled="t" fillcolor="#E6E6E6" stroked="f">
                <v:path arrowok="t"/>
                <v:fill/>
              </v:shape>
            </v:group>
            <v:group style="position:absolute;left:1692;top:461;width:1296;height:2" coordorigin="1692,461" coordsize="1296,2">
              <v:shape style="position:absolute;left:1692;top:461;width:1296;height:2" coordorigin="1692,461" coordsize="1296,0" path="m1692,461l2988,461e" filled="f" stroked="t" strokeweight=".666667pt" strokecolor="#E6E6E6">
                <v:path arrowok="t"/>
              </v:shape>
            </v:group>
            <v:group style="position:absolute;left:1695;top:487;width:1289;height:2" coordorigin="1695,487" coordsize="1289,2">
              <v:shape style="position:absolute;left:1695;top:487;width:1289;height:2" coordorigin="1695,487" coordsize="1289,0" path="m1699,487l2988,487e" filled="f" stroked="t" strokeweight=".666667pt" strokecolor="#E6E6E6">
                <v:path arrowok="t"/>
              </v:shape>
            </v:group>
            <v:group style="position:absolute;left:1695;top:721;width:1289;height:2" coordorigin="1695,721" coordsize="1289,2">
              <v:shape style="position:absolute;left:1695;top:721;width:1289;height:2" coordorigin="1695,721" coordsize="1289,0" path="m1699,721l2988,721e" filled="f" stroked="t" strokeweight=".666667pt" strokecolor="#E6E6E6">
                <v:path arrowok="t"/>
              </v:shape>
            </v:group>
            <v:group style="position:absolute;left:2993;top:494;width:1718;height:220" coordorigin="2993,494" coordsize="1718,220">
              <v:shape style="position:absolute;left:2993;top:494;width:1718;height:220" coordorigin="2993,494" coordsize="1718,220" path="m2993,494l4711,494,4711,714,2993,714,2993,494e" filled="t" fillcolor="#E6E6E6" stroked="f">
                <v:path arrowok="t"/>
                <v:fill/>
              </v:shape>
            </v:group>
            <v:group style="position:absolute;left:2988;top:461;width:1728;height:2" coordorigin="2988,461" coordsize="1728,2">
              <v:shape style="position:absolute;left:2988;top:461;width:1728;height:2" coordorigin="2988,461" coordsize="1728,0" path="m2988,461l4716,461e" filled="f" stroked="t" strokeweight=".666667pt" strokecolor="#E6E6E6">
                <v:path arrowok="t"/>
              </v:shape>
            </v:group>
            <v:group style="position:absolute;left:2991;top:487;width:1721;height:2" coordorigin="2991,487" coordsize="1721,2">
              <v:shape style="position:absolute;left:2991;top:487;width:1721;height:2" coordorigin="2991,487" coordsize="1721,0" path="m2995,487l4716,487e" filled="f" stroked="t" strokeweight=".666667pt" strokecolor="#E6E6E6">
                <v:path arrowok="t"/>
              </v:shape>
            </v:group>
            <v:group style="position:absolute;left:2991;top:721;width:1721;height:2" coordorigin="2991,721" coordsize="1721,2">
              <v:shape style="position:absolute;left:2991;top:721;width:1721;height:2" coordorigin="2991,721" coordsize="1721,0" path="m2995,721l4716,721e" filled="f" stroked="t" strokeweight=".666667pt" strokecolor="#E6E6E6">
                <v:path arrowok="t"/>
              </v:shape>
            </v:group>
            <v:group style="position:absolute;left:4721;top:494;width:1718;height:220" coordorigin="4721,494" coordsize="1718,220">
              <v:shape style="position:absolute;left:4721;top:494;width:1718;height:220" coordorigin="4721,494" coordsize="1718,220" path="m4721,494l6439,494,6439,714,4721,714,4721,494e" filled="t" fillcolor="#E6E6E6" stroked="f">
                <v:path arrowok="t"/>
                <v:fill/>
              </v:shape>
            </v:group>
            <v:group style="position:absolute;left:4716;top:461;width:1728;height:2" coordorigin="4716,461" coordsize="1728,2">
              <v:shape style="position:absolute;left:4716;top:461;width:1728;height:2" coordorigin="4716,461" coordsize="1728,0" path="m4716,461l6444,461e" filled="f" stroked="t" strokeweight=".666667pt" strokecolor="#E6E6E6">
                <v:path arrowok="t"/>
              </v:shape>
            </v:group>
            <v:group style="position:absolute;left:4719;top:487;width:1721;height:2" coordorigin="4719,487" coordsize="1721,2">
              <v:shape style="position:absolute;left:4719;top:487;width:1721;height:2" coordorigin="4719,487" coordsize="1721,0" path="m4723,487l6444,487e" filled="f" stroked="t" strokeweight=".666667pt" strokecolor="#E6E6E6">
                <v:path arrowok="t"/>
              </v:shape>
            </v:group>
            <v:group style="position:absolute;left:4719;top:721;width:1721;height:2" coordorigin="4719,721" coordsize="1721,2">
              <v:shape style="position:absolute;left:4719;top:721;width:1721;height:2" coordorigin="4719,721" coordsize="1721,0" path="m4723,721l6444,721e" filled="f" stroked="t" strokeweight=".666667pt" strokecolor="#E6E6E6">
                <v:path arrowok="t"/>
              </v:shape>
            </v:group>
            <v:group style="position:absolute;left:6449;top:494;width:1502;height:220" coordorigin="6449,494" coordsize="1502,220">
              <v:shape style="position:absolute;left:6449;top:494;width:1502;height:220" coordorigin="6449,494" coordsize="1502,220" path="m6449,494l7951,494,7951,714,6449,714,6449,494e" filled="t" fillcolor="#E6E6E6" stroked="f">
                <v:path arrowok="t"/>
                <v:fill/>
              </v:shape>
            </v:group>
            <v:group style="position:absolute;left:6444;top:461;width:1512;height:2" coordorigin="6444,461" coordsize="1512,2">
              <v:shape style="position:absolute;left:6444;top:461;width:1512;height:2" coordorigin="6444,461" coordsize="1512,0" path="m6444,461l7956,461e" filled="f" stroked="t" strokeweight=".666667pt" strokecolor="#E6E6E6">
                <v:path arrowok="t"/>
              </v:shape>
            </v:group>
            <v:group style="position:absolute;left:6447;top:487;width:1505;height:2" coordorigin="6447,487" coordsize="1505,2">
              <v:shape style="position:absolute;left:6447;top:487;width:1505;height:2" coordorigin="6447,487" coordsize="1505,0" path="m6451,487l7956,487e" filled="f" stroked="t" strokeweight=".666667pt" strokecolor="#E6E6E6">
                <v:path arrowok="t"/>
              </v:shape>
            </v:group>
            <v:group style="position:absolute;left:6447;top:721;width:1505;height:2" coordorigin="6447,721" coordsize="1505,2">
              <v:shape style="position:absolute;left:6447;top:721;width:1505;height:2" coordorigin="6447,721" coordsize="1505,0" path="m6451,721l7956,721e" filled="f" stroked="t" strokeweight=".666667pt" strokecolor="#E6E6E6">
                <v:path arrowok="t"/>
              </v:shape>
            </v:group>
            <v:group style="position:absolute;left:7961;top:494;width:1178;height:220" coordorigin="7961,494" coordsize="1178,220">
              <v:shape style="position:absolute;left:7961;top:494;width:1178;height:220" coordorigin="7961,494" coordsize="1178,220" path="m7961,494l9139,494,9139,714,7961,714,7961,494e" filled="t" fillcolor="#E6E6E6" stroked="f">
                <v:path arrowok="t"/>
                <v:fill/>
              </v:shape>
            </v:group>
            <v:group style="position:absolute;left:7956;top:461;width:1188;height:2" coordorigin="7956,461" coordsize="1188,2">
              <v:shape style="position:absolute;left:7956;top:461;width:1188;height:2" coordorigin="7956,461" coordsize="1188,0" path="m7956,461l9144,461e" filled="f" stroked="t" strokeweight=".666667pt" strokecolor="#E6E6E6">
                <v:path arrowok="t"/>
              </v:shape>
            </v:group>
            <v:group style="position:absolute;left:7959;top:487;width:1181;height:2" coordorigin="7959,487" coordsize="1181,2">
              <v:shape style="position:absolute;left:7959;top:487;width:1181;height:2" coordorigin="7959,487" coordsize="1181,0" path="m7963,487l9144,487e" filled="f" stroked="t" strokeweight=".666667pt" strokecolor="#E6E6E6">
                <v:path arrowok="t"/>
              </v:shape>
            </v:group>
            <v:group style="position:absolute;left:7959;top:721;width:1181;height:2" coordorigin="7959,721" coordsize="1181,2">
              <v:shape style="position:absolute;left:7959;top:721;width:1181;height:2" coordorigin="7959,721" coordsize="1181,0" path="m7963,721l9144,721e" filled="f" stroked="t" strokeweight=".666667pt" strokecolor="#E6E6E6">
                <v:path arrowok="t"/>
              </v:shape>
            </v:group>
            <v:group style="position:absolute;left:9149;top:494;width:1394;height:220" coordorigin="9149,494" coordsize="1394,220">
              <v:shape style="position:absolute;left:9149;top:494;width:1394;height:220" coordorigin="9149,494" coordsize="1394,220" path="m9149,494l10543,494,10543,714,9149,714,9149,494e" filled="t" fillcolor="#E6E6E6" stroked="f">
                <v:path arrowok="t"/>
                <v:fill/>
              </v:shape>
            </v:group>
            <v:group style="position:absolute;left:9144;top:461;width:1404;height:2" coordorigin="9144,461" coordsize="1404,2">
              <v:shape style="position:absolute;left:9144;top:461;width:1404;height:2" coordorigin="9144,461" coordsize="1404,0" path="m9144,461l10548,461e" filled="f" stroked="t" strokeweight=".666667pt" strokecolor="#E6E6E6">
                <v:path arrowok="t"/>
              </v:shape>
            </v:group>
            <v:group style="position:absolute;left:9147;top:487;width:1397;height:2" coordorigin="9147,487" coordsize="1397,2">
              <v:shape style="position:absolute;left:9147;top:487;width:1397;height:2" coordorigin="9147,487" coordsize="1397,0" path="m9151,487l10548,487e" filled="f" stroked="t" strokeweight=".666667pt" strokecolor="#E6E6E6">
                <v:path arrowok="t"/>
              </v:shape>
            </v:group>
            <v:group style="position:absolute;left:9147;top:721;width:1397;height:2" coordorigin="9147,721" coordsize="1397,2">
              <v:shape style="position:absolute;left:9147;top:721;width:1397;height:2" coordorigin="9147,721" coordsize="1397,0" path="m9151,721l10548,721e" filled="f" stroked="t" strokeweight=".666667pt" strokecolor="#E6E6E6">
                <v:path arrowok="t"/>
              </v:shape>
            </v:group>
            <v:group style="position:absolute;left:10553;top:494;width:962;height:220" coordorigin="10553,494" coordsize="962,220">
              <v:shape style="position:absolute;left:10553;top:494;width:962;height:220" coordorigin="10553,494" coordsize="962,220" path="m10553,494l11515,494,11515,714,10553,714,10553,494e" filled="t" fillcolor="#E6E6E6" stroked="f">
                <v:path arrowok="t"/>
                <v:fill/>
              </v:shape>
            </v:group>
            <v:group style="position:absolute;left:10548;top:461;width:975;height:2" coordorigin="10548,461" coordsize="975,2">
              <v:shape style="position:absolute;left:10548;top:461;width:975;height:2" coordorigin="10548,461" coordsize="975,0" path="m10548,461l11523,461e" filled="f" stroked="t" strokeweight=".666667pt" strokecolor="#E6E6E6">
                <v:path arrowok="t"/>
              </v:shape>
            </v:group>
            <v:group style="position:absolute;left:10551;top:487;width:965;height:2" coordorigin="10551,487" coordsize="965,2">
              <v:shape style="position:absolute;left:10551;top:487;width:965;height:2" coordorigin="10551,487" coordsize="965,0" path="m10555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10551;top:721;width:965;height:2" coordorigin="10551,721" coordsize="965,2">
              <v:shape style="position:absolute;left:10551;top:721;width:965;height:2" coordorigin="10551,721" coordsize="965,0" path="m10555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708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Suite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576" w:right="-20"/>
        <w:jc w:val="left"/>
        <w:tabs>
          <w:tab w:pos="1560" w:val="left"/>
          <w:tab w:pos="2460" w:val="left"/>
          <w:tab w:pos="4200" w:val="left"/>
          <w:tab w:pos="5920" w:val="left"/>
          <w:tab w:pos="7440" w:val="left"/>
          <w:tab w:pos="8620" w:val="left"/>
          <w:tab w:pos="100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Status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9pt;width:541.000001pt;height:14.999995pt;mso-position-horizontal-relative:page;mso-position-vertical-relative:paragraph;z-index:-839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72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</w:sectPr>
      </w:pPr>
      <w:rPr/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/>
        <w:pict>
          <v:group style="position:absolute;margin-left:35.5pt;margin-top:104.199997pt;width:541.000001pt;height:14.999988pt;mso-position-horizontal-relative:page;mso-position-vertical-relative:page;z-index:-838" coordorigin="710,2084" coordsize="10820,300">
            <v:group style="position:absolute;left:725;top:2124;width:5390;height:220" coordorigin="725,2124" coordsize="5390,220">
              <v:shape style="position:absolute;left:725;top:2124;width:5390;height:220" coordorigin="725,2124" coordsize="5390,220" path="m725,2124l6115,2124,6115,2344,725,2344,725,2124e" filled="t" fillcolor="#E6E6E6" stroked="f">
                <v:path arrowok="t"/>
                <v:fill/>
              </v:shape>
            </v:group>
            <v:group style="position:absolute;left:717;top:2091;width:5403;height:2" coordorigin="717,2091" coordsize="5403,2">
              <v:shape style="position:absolute;left:717;top:2091;width:5403;height:2" coordorigin="717,2091" coordsize="5403,0" path="m718,2091l6122,2091e" filled="f" stroked="t" strokeweight=".666667pt" strokecolor="#E6E6E6">
                <v:path arrowok="t"/>
              </v:shape>
            </v:group>
            <v:group style="position:absolute;left:723;top:2117;width:5393;height:2" coordorigin="723,2117" coordsize="5393,2">
              <v:shape style="position:absolute;left:723;top:2117;width:5393;height:2" coordorigin="723,2117" coordsize="5393,0" path="m732,2117l6125,2117e" filled="f" stroked="t" strokeweight=".666667pt" strokecolor="#E6E6E6">
                <v:path arrowok="t"/>
              </v:shape>
            </v:group>
            <v:group style="position:absolute;left:723;top:2351;width:5393;height:2" coordorigin="723,2351" coordsize="5393,2">
              <v:shape style="position:absolute;left:723;top:2351;width:5393;height:2" coordorigin="723,2351" coordsize="5393,0" path="m727,2351l6120,2351e" filled="f" stroked="t" strokeweight=".666667pt" strokecolor="#E6E6E6">
                <v:path arrowok="t"/>
              </v:shape>
            </v:group>
            <v:group style="position:absolute;left:720;top:2104;width:2;height:260" coordorigin="720,2104" coordsize="2,260">
              <v:shape style="position:absolute;left:720;top:2104;width:2;height:260" coordorigin="720,2104" coordsize="0,260" path="m720,2124l720,2384e" filled="f" stroked="t" strokeweight=".5pt" strokecolor="#FFFFFF">
                <v:path arrowok="t"/>
              </v:shape>
            </v:group>
            <v:group style="position:absolute;left:6125;top:2124;width:5390;height:220" coordorigin="6125,2124" coordsize="5390,220">
              <v:shape style="position:absolute;left:6125;top:2124;width:5390;height:220" coordorigin="6125,2124" coordsize="5390,220" path="m6125,2124l11515,2124,11515,2344,6125,2344,6125,2124e" filled="t" fillcolor="#E6E6E6" stroked="f">
                <v:path arrowok="t"/>
                <v:fill/>
              </v:shape>
            </v:group>
            <v:group style="position:absolute;left:6120;top:2091;width:5403;height:2" coordorigin="6120,2091" coordsize="5403,2">
              <v:shape style="position:absolute;left:6120;top:2091;width:5403;height:2" coordorigin="6120,2091" coordsize="5403,0" path="m6120,2091l11523,2091e" filled="f" stroked="t" strokeweight=".666667pt" strokecolor="#E6E6E6">
                <v:path arrowok="t"/>
              </v:shape>
            </v:group>
            <v:group style="position:absolute;left:6123;top:2117;width:5393;height:2" coordorigin="6123,2117" coordsize="5393,2">
              <v:shape style="position:absolute;left:6123;top:2117;width:5393;height:2" coordorigin="6123,2117" coordsize="5393,0" path="m6127,2117l11520,2117e" filled="f" stroked="t" strokeweight=".666667pt" strokecolor="#E6E6E6">
                <v:path arrowok="t"/>
              </v:shape>
            </v:group>
            <v:group style="position:absolute;left:11520;top:2104;width:2;height:260" coordorigin="11520,2104" coordsize="2,260">
              <v:shape style="position:absolute;left:11520;top:2104;width:2;height:260" coordorigin="11520,2104" coordsize="0,260" path="m11520,2124l11520,2384e" filled="f" stroked="t" strokeweight=".5pt" strokecolor="#FFFFFF">
                <v:path arrowok="t"/>
              </v:shape>
            </v:group>
            <v:group style="position:absolute;left:6123;top:2351;width:5393;height:2" coordorigin="6123,2351" coordsize="5393,2">
              <v:shape style="position:absolute;left:6123;top:2351;width:5393;height:2" coordorigin="6123,2351" coordsize="5393,0" path="m6127,2351l11520,2351e" filled="f" stroked="t" strokeweight=".666667pt" strokecolor="#E6E6E6">
                <v:path arrowok="t"/>
              </v:shape>
            </v:group>
            <v:group style="position:absolute;left:720;top:2377;width:10800;height:2" coordorigin="720,2377" coordsize="10800,2">
              <v:shape style="position:absolute;left:720;top:2377;width:10800;height:2" coordorigin="720,2377" coordsize="10800,0" path="m720,2377l11520,237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sz w:val="14"/>
          <w:szCs w:val="14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620" w:right="134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837" type="#_x0000_t75">
            <v:imagedata r:id="rId18" o:title=""/>
          </v:shape>
        </w:pict>
      </w:r>
      <w:hyperlink r:id="rId19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92765: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Special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Characters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are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Accepted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  <w:position w:val="0"/>
          </w:rPr>
        </w:r>
      </w:hyperlink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40" w:lineRule="auto"/>
        <w:ind w:left="100" w:right="-20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Creator: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96" w:lineRule="auto"/>
        <w:ind w:left="100" w:right="2783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18,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2:53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18,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2:52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20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46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Draft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validates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special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characters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accepted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Management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option.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Intake: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016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20131108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Remove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ListManager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Restrictions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Mnemonics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0004pt;margin-top:-24.692099pt;width:541.499996pt;height:13.599956pt;mso-position-horizontal-relative:page;mso-position-vertical-relative:paragraph;z-index:-836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21.107876pt;width:541.000001pt;height:15.000001pt;mso-position-horizontal-relative:page;mso-position-vertical-relative:paragraph;z-index:-835" coordorigin="710,422" coordsize="10820,300">
            <v:group style="position:absolute;left:725;top:462;width:10790;height:220" coordorigin="725,462" coordsize="10790,220">
              <v:shape style="position:absolute;left:725;top:462;width:10790;height:220" coordorigin="725,462" coordsize="10790,220" path="m725,462l11515,462,11515,682,725,682,725,462e" filled="t" fillcolor="#E6E6E6" stroked="f">
                <v:path arrowok="t"/>
                <v:fill/>
              </v:shape>
            </v:group>
            <v:group style="position:absolute;left:717;top:429;width:10807;height:2" coordorigin="717,429" coordsize="10807,2">
              <v:shape style="position:absolute;left:717;top:429;width:10807;height:2" coordorigin="717,429" coordsize="10807,0" path="m718,429l11525,429e" filled="f" stroked="t" strokeweight=".666667pt" strokecolor="#E6E6E6">
                <v:path arrowok="t"/>
              </v:shape>
            </v:group>
            <v:group style="position:absolute;left:723;top:455;width:10793;height:2" coordorigin="723,455" coordsize="10793,2">
              <v:shape style="position:absolute;left:723;top:455;width:10793;height:2" coordorigin="723,455" coordsize="10793,0" path="m732,455l11525,455e" filled="f" stroked="t" strokeweight=".666667pt" strokecolor="#E6E6E6">
                <v:path arrowok="t"/>
              </v:shape>
            </v:group>
            <v:group style="position:absolute;left:11520;top:442;width:2;height:260" coordorigin="11520,442" coordsize="2,260">
              <v:shape style="position:absolute;left:11520;top:442;width:2;height:260" coordorigin="11520,442" coordsize="0,260" path="m11520,462l11520,722e" filled="f" stroked="t" strokeweight=".5pt" strokecolor="#FFFFFF">
                <v:path arrowok="t"/>
              </v:shape>
            </v:group>
            <v:group style="position:absolute;left:723;top:689;width:10793;height:2" coordorigin="723,689" coordsize="10793,2">
              <v:shape style="position:absolute;left:723;top:689;width:10793;height:2" coordorigin="723,689" coordsize="10793,0" path="m727,689l11520,689e" filled="f" stroked="t" strokeweight=".666667pt" strokecolor="#E6E6E6">
                <v:path arrowok="t"/>
              </v:shape>
            </v:group>
            <v:group style="position:absolute;left:720;top:442;width:2;height:260" coordorigin="720,442" coordsize="2,260">
              <v:shape style="position:absolute;left:720;top:442;width:2;height:260" coordorigin="720,442" coordsize="0,260" path="m720,462l720,722e" filled="f" stroked="t" strokeweight=".5pt" strokecolor="#FFFFFF">
                <v:path arrowok="t"/>
              </v:shape>
            </v:group>
            <v:group style="position:absolute;left:720;top:715;width:10800;height:2" coordorigin="720,715" coordsize="10800,2">
              <v:shape style="position:absolute;left:720;top:715;width:10800;height:2" coordorigin="720,715" coordsize="10800,0" path="m720,715l11520,715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Development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Items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65pt;width:541.000001pt;height:15.000001pt;mso-position-horizontal-relative:page;mso-position-vertical-relative:paragraph;z-index:-834" coordorigin="710,454" coordsize="10820,300">
            <v:group style="position:absolute;left:725;top:494;width:10790;height:220" coordorigin="725,494" coordsize="10790,220">
              <v:shape style="position:absolute;left:725;top:494;width:10790;height:220" coordorigin="725,494" coordsize="10790,220" path="m725,494l11515,494,11515,714,725,714,725,494e" filled="t" fillcolor="#E6E6E6" stroked="f">
                <v:path arrowok="t"/>
                <v:fill/>
              </v:shape>
            </v:group>
            <v:group style="position:absolute;left:717;top:461;width:10807;height:2" coordorigin="717,461" coordsize="10807,2">
              <v:shape style="position:absolute;left:717;top:461;width:10807;height:2" coordorigin="717,461" coordsize="10807,0" path="m718,461l11525,461e" filled="f" stroked="t" strokeweight=".666667pt" strokecolor="#E6E6E6">
                <v:path arrowok="t"/>
              </v:shape>
            </v:group>
            <v:group style="position:absolute;left:723;top:487;width:10793;height:2" coordorigin="723,487" coordsize="10793,2">
              <v:shape style="position:absolute;left:723;top:487;width:10793;height:2" coordorigin="723,487" coordsize="10793,0" path="m732,487l11525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723;top:721;width:10793;height:2" coordorigin="723,721" coordsize="10793,2">
              <v:shape style="position:absolute;left:723;top:721;width:10793;height:2" coordorigin="723,721" coordsize="10793,0" path="m727,721l115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Requirement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Links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5.5pt;margin-top:1.653907pt;width:541.000001pt;height:22.605986pt;mso-position-horizontal-relative:page;mso-position-vertical-relative:paragraph;z-index:-833" coordorigin="710,33" coordsize="10820,452">
            <v:shape style="position:absolute;left:2143;top:33;width:585;height:117" type="#_x0000_t75">
              <v:imagedata r:id="rId21" o:title=""/>
            </v:shape>
            <v:group style="position:absolute;left:725;top:225;width:3590;height:220" coordorigin="725,225" coordsize="3590,220">
              <v:shape style="position:absolute;left:725;top:225;width:3590;height:220" coordorigin="725,225" coordsize="3590,220" path="m725,225l4315,225,4315,445,725,445,725,225e" filled="t" fillcolor="#E6E6E6" stroked="f">
                <v:path arrowok="t"/>
                <v:fill/>
              </v:shape>
            </v:group>
            <v:group style="position:absolute;left:717;top:192;width:3603;height:2" coordorigin="717,192" coordsize="3603,2">
              <v:shape style="position:absolute;left:717;top:192;width:3603;height:2" coordorigin="717,192" coordsize="3603,0" path="m718,192l4322,192e" filled="f" stroked="t" strokeweight=".666667pt" strokecolor="#E6E6E6">
                <v:path arrowok="t"/>
              </v:shape>
            </v:group>
            <v:group style="position:absolute;left:723;top:219;width:3593;height:2" coordorigin="723,219" coordsize="3593,2">
              <v:shape style="position:absolute;left:723;top:219;width:3593;height:2" coordorigin="723,219" coordsize="3593,0" path="m732,219l4325,219e" filled="f" stroked="t" strokeweight=".666667pt" strokecolor="#E6E6E6">
                <v:path arrowok="t"/>
              </v:shape>
            </v:group>
            <v:group style="position:absolute;left:723;top:452;width:3593;height:2" coordorigin="723,452" coordsize="3593,2">
              <v:shape style="position:absolute;left:723;top:452;width:3593;height:2" coordorigin="723,452" coordsize="3593,0" path="m727,452l4320,452e" filled="f" stroked="t" strokeweight=".666667pt" strokecolor="#E6E6E6">
                <v:path arrowok="t"/>
              </v:shape>
            </v:group>
            <v:group style="position:absolute;left:720;top:205;width:2;height:260" coordorigin="720,205" coordsize="2,260">
              <v:shape style="position:absolute;left:720;top:205;width:2;height:260" coordorigin="720,205" coordsize="0,260" path="m720,225l720,485e" filled="f" stroked="t" strokeweight=".5pt" strokecolor="#FFFFFF">
                <v:path arrowok="t"/>
              </v:shape>
            </v:group>
            <v:group style="position:absolute;left:4325;top:225;width:3590;height:220" coordorigin="4325,225" coordsize="3590,220">
              <v:shape style="position:absolute;left:4325;top:225;width:3590;height:220" coordorigin="4325,225" coordsize="3590,220" path="m4325,225l7915,225,7915,445,4325,445,4325,225e" filled="t" fillcolor="#E6E6E6" stroked="f">
                <v:path arrowok="t"/>
                <v:fill/>
              </v:shape>
            </v:group>
            <v:group style="position:absolute;left:4320;top:192;width:3600;height:2" coordorigin="4320,192" coordsize="3600,2">
              <v:shape style="position:absolute;left:4320;top:192;width:3600;height:2" coordorigin="4320,192" coordsize="3600,0" path="m4320,192l7920,192e" filled="f" stroked="t" strokeweight=".666667pt" strokecolor="#E6E6E6">
                <v:path arrowok="t"/>
              </v:shape>
            </v:group>
            <v:group style="position:absolute;left:4323;top:219;width:3593;height:2" coordorigin="4323,219" coordsize="3593,2">
              <v:shape style="position:absolute;left:4323;top:219;width:3593;height:2" coordorigin="4323,219" coordsize="3593,0" path="m4327,219l7920,219e" filled="f" stroked="t" strokeweight=".666667pt" strokecolor="#E6E6E6">
                <v:path arrowok="t"/>
              </v:shape>
            </v:group>
            <v:group style="position:absolute;left:4323;top:452;width:3593;height:2" coordorigin="4323,452" coordsize="3593,2">
              <v:shape style="position:absolute;left:4323;top:452;width:3593;height:2" coordorigin="4323,452" coordsize="3593,0" path="m4327,452l7920,452e" filled="f" stroked="t" strokeweight=".666667pt" strokecolor="#E6E6E6">
                <v:path arrowok="t"/>
              </v:shape>
            </v:group>
            <v:group style="position:absolute;left:7925;top:225;width:3590;height:220" coordorigin="7925,225" coordsize="3590,220">
              <v:shape style="position:absolute;left:7925;top:225;width:3590;height:220" coordorigin="7925,225" coordsize="3590,220" path="m7925,225l11515,225,11515,445,7925,445,7925,225e" filled="t" fillcolor="#E6E6E6" stroked="f">
                <v:path arrowok="t"/>
                <v:fill/>
              </v:shape>
            </v:group>
            <v:group style="position:absolute;left:7920;top:192;width:3603;height:2" coordorigin="7920,192" coordsize="3603,2">
              <v:shape style="position:absolute;left:7920;top:192;width:3603;height:2" coordorigin="7920,192" coordsize="3603,0" path="m7920,192l11523,192e" filled="f" stroked="t" strokeweight=".666667pt" strokecolor="#E6E6E6">
                <v:path arrowok="t"/>
              </v:shape>
            </v:group>
            <v:group style="position:absolute;left:7923;top:219;width:3593;height:2" coordorigin="7923,219" coordsize="3593,2">
              <v:shape style="position:absolute;left:7923;top:219;width:3593;height:2" coordorigin="7923,219" coordsize="3593,0" path="m7927,219l11520,219e" filled="f" stroked="t" strokeweight=".666667pt" strokecolor="#E6E6E6">
                <v:path arrowok="t"/>
              </v:shape>
            </v:group>
            <v:group style="position:absolute;left:11520;top:205;width:2;height:260" coordorigin="11520,205" coordsize="2,260">
              <v:shape style="position:absolute;left:11520;top:205;width:2;height:260" coordorigin="11520,205" coordsize="0,260" path="m11520,225l11520,485e" filled="f" stroked="t" strokeweight=".5pt" strokecolor="#FFFFFF">
                <v:path arrowok="t"/>
              </v:shape>
            </v:group>
            <v:group style="position:absolute;left:7923;top:452;width:3593;height:2" coordorigin="7923,452" coordsize="3593,2">
              <v:shape style="position:absolute;left:7923;top:452;width:3593;height:2" coordorigin="7923,452" coordsize="3593,0" path="m7927,452l11520,452e" filled="f" stroked="t" strokeweight=".666667pt" strokecolor="#E6E6E6">
                <v:path arrowok="t"/>
              </v:shape>
            </v:group>
            <v:group style="position:absolute;left:720;top:479;width:10800;height:2" coordorigin="720,479" coordsize="10800,2">
              <v:shape style="position:absolute;left:720;top:479;width:10800;height:2" coordorigin="720,479" coordsize="10800,0" path="m720,479l11520,479e" filled="f" stroked="t" strokeweight=".666672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478" w:lineRule="auto"/>
        <w:ind w:left="100" w:right="900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7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45784pt;width:540.999998pt;height:15.000049pt;mso-position-horizontal-relative:page;mso-position-vertical-relative:paragraph;z-index:-832" coordorigin="710,429" coordsize="10820,300">
            <v:group style="position:absolute;left:725;top:469;width:638;height:220" coordorigin="725,469" coordsize="638,220">
              <v:shape style="position:absolute;left:725;top:469;width:638;height:220" coordorigin="725,469" coordsize="638,220" path="m725,469l1363,469,1363,689,725,689,725,469e" filled="t" fillcolor="#E6E6E6" stroked="f">
                <v:path arrowok="t"/>
                <v:fill/>
              </v:shape>
            </v:group>
            <v:group style="position:absolute;left:717;top:436;width:651;height:2" coordorigin="717,436" coordsize="651,2">
              <v:shape style="position:absolute;left:717;top:436;width:651;height:2" coordorigin="717,436" coordsize="651,0" path="m718,436l1370,436e" filled="f" stroked="t" strokeweight=".666667pt" strokecolor="#E6E6E6">
                <v:path arrowok="t"/>
              </v:shape>
            </v:group>
            <v:group style="position:absolute;left:723;top:462;width:641;height:2" coordorigin="723,462" coordsize="641,2">
              <v:shape style="position:absolute;left:723;top:462;width:641;height:2" coordorigin="723,462" coordsize="641,0" path="m732,462l1373,462e" filled="f" stroked="t" strokeweight=".666667pt" strokecolor="#E6E6E6">
                <v:path arrowok="t"/>
              </v:shape>
            </v:group>
            <v:group style="position:absolute;left:723;top:696;width:641;height:2" coordorigin="723,696" coordsize="641,2">
              <v:shape style="position:absolute;left:723;top:696;width:641;height:2" coordorigin="723,696" coordsize="641,0" path="m727,696l1368,696e" filled="f" stroked="t" strokeweight=".666667pt" strokecolor="#E6E6E6">
                <v:path arrowok="t"/>
              </v:shape>
            </v:group>
            <v:group style="position:absolute;left:720;top:449;width:2;height:260" coordorigin="720,449" coordsize="2,260">
              <v:shape style="position:absolute;left:720;top:449;width:2;height:260" coordorigin="720,449" coordsize="0,260" path="m720,469l720,729e" filled="f" stroked="t" strokeweight=".5pt" strokecolor="#FFFFFF">
                <v:path arrowok="t"/>
              </v:shape>
            </v:group>
            <v:group style="position:absolute;left:1373;top:469;width:2798;height:220" coordorigin="1373,469" coordsize="2798,220">
              <v:shape style="position:absolute;left:1373;top:469;width:2798;height:220" coordorigin="1373,469" coordsize="2798,220" path="m1373,469l4171,469,4171,689,1373,689,1373,469e" filled="t" fillcolor="#E6E6E6" stroked="f">
                <v:path arrowok="t"/>
                <v:fill/>
              </v:shape>
            </v:group>
            <v:group style="position:absolute;left:1368;top:436;width:2808;height:2" coordorigin="1368,436" coordsize="2808,2">
              <v:shape style="position:absolute;left:1368;top:436;width:2808;height:2" coordorigin="1368,436" coordsize="2808,0" path="m1368,436l4176,436e" filled="f" stroked="t" strokeweight=".666667pt" strokecolor="#E6E6E6">
                <v:path arrowok="t"/>
              </v:shape>
            </v:group>
            <v:group style="position:absolute;left:1371;top:462;width:2801;height:2" coordorigin="1371,462" coordsize="2801,2">
              <v:shape style="position:absolute;left:1371;top:462;width:2801;height:2" coordorigin="1371,462" coordsize="2801,0" path="m1375,462l4176,462e" filled="f" stroked="t" strokeweight=".666667pt" strokecolor="#E6E6E6">
                <v:path arrowok="t"/>
              </v:shape>
            </v:group>
            <v:group style="position:absolute;left:1371;top:696;width:2801;height:2" coordorigin="1371,696" coordsize="2801,2">
              <v:shape style="position:absolute;left:1371;top:696;width:2801;height:2" coordorigin="1371,696" coordsize="2801,0" path="m1375,696l4176,696e" filled="f" stroked="t" strokeweight=".666667pt" strokecolor="#E6E6E6">
                <v:path arrowok="t"/>
              </v:shape>
            </v:group>
            <v:group style="position:absolute;left:4181;top:469;width:962;height:220" coordorigin="4181,469" coordsize="962,220">
              <v:shape style="position:absolute;left:4181;top:469;width:962;height:220" coordorigin="4181,469" coordsize="962,220" path="m4181,469l5143,469,5143,689,4181,689,4181,469e" filled="t" fillcolor="#E6E6E6" stroked="f">
                <v:path arrowok="t"/>
                <v:fill/>
              </v:shape>
            </v:group>
            <v:group style="position:absolute;left:4176;top:436;width:972;height:2" coordorigin="4176,436" coordsize="972,2">
              <v:shape style="position:absolute;left:4176;top:436;width:972;height:2" coordorigin="4176,436" coordsize="972,0" path="m4176,436l5148,436e" filled="f" stroked="t" strokeweight=".666667pt" strokecolor="#E6E6E6">
                <v:path arrowok="t"/>
              </v:shape>
            </v:group>
            <v:group style="position:absolute;left:4179;top:462;width:965;height:2" coordorigin="4179,462" coordsize="965,2">
              <v:shape style="position:absolute;left:4179;top:462;width:965;height:2" coordorigin="4179,462" coordsize="965,0" path="m4183,462l5148,462e" filled="f" stroked="t" strokeweight=".666667pt" strokecolor="#E6E6E6">
                <v:path arrowok="t"/>
              </v:shape>
            </v:group>
            <v:group style="position:absolute;left:4179;top:696;width:965;height:2" coordorigin="4179,696" coordsize="965,2">
              <v:shape style="position:absolute;left:4179;top:696;width:965;height:2" coordorigin="4179,696" coordsize="965,0" path="m4183,696l5148,696e" filled="f" stroked="t" strokeweight=".666667pt" strokecolor="#E6E6E6">
                <v:path arrowok="t"/>
              </v:shape>
            </v:group>
            <v:group style="position:absolute;left:5153;top:469;width:1178;height:220" coordorigin="5153,469" coordsize="1178,220">
              <v:shape style="position:absolute;left:5153;top:469;width:1178;height:220" coordorigin="5153,469" coordsize="1178,220" path="m5153,469l6331,469,6331,689,5153,689,5153,469e" filled="t" fillcolor="#E6E6E6" stroked="f">
                <v:path arrowok="t"/>
                <v:fill/>
              </v:shape>
            </v:group>
            <v:group style="position:absolute;left:5148;top:436;width:1188;height:2" coordorigin="5148,436" coordsize="1188,2">
              <v:shape style="position:absolute;left:5148;top:436;width:1188;height:2" coordorigin="5148,436" coordsize="1188,0" path="m5148,436l6336,436e" filled="f" stroked="t" strokeweight=".666667pt" strokecolor="#E6E6E6">
                <v:path arrowok="t"/>
              </v:shape>
            </v:group>
            <v:group style="position:absolute;left:5151;top:462;width:1181;height:2" coordorigin="5151,462" coordsize="1181,2">
              <v:shape style="position:absolute;left:5151;top:462;width:1181;height:2" coordorigin="5151,462" coordsize="1181,0" path="m5155,462l6336,462e" filled="f" stroked="t" strokeweight=".666667pt" strokecolor="#E6E6E6">
                <v:path arrowok="t"/>
              </v:shape>
            </v:group>
            <v:group style="position:absolute;left:5151;top:696;width:1181;height:2" coordorigin="5151,696" coordsize="1181,2">
              <v:shape style="position:absolute;left:5151;top:696;width:1181;height:2" coordorigin="5151,696" coordsize="1181,0" path="m5155,696l6336,696e" filled="f" stroked="t" strokeweight=".666667pt" strokecolor="#E6E6E6">
                <v:path arrowok="t"/>
              </v:shape>
            </v:group>
            <v:group style="position:absolute;left:6341;top:469;width:1178;height:220" coordorigin="6341,469" coordsize="1178,220">
              <v:shape style="position:absolute;left:6341;top:469;width:1178;height:220" coordorigin="6341,469" coordsize="1178,220" path="m6341,469l7519,469,7519,689,6341,689,6341,469e" filled="t" fillcolor="#E6E6E6" stroked="f">
                <v:path arrowok="t"/>
                <v:fill/>
              </v:shape>
            </v:group>
            <v:group style="position:absolute;left:6336;top:436;width:1188;height:2" coordorigin="6336,436" coordsize="1188,2">
              <v:shape style="position:absolute;left:6336;top:436;width:1188;height:2" coordorigin="6336,436" coordsize="1188,0" path="m6336,436l7524,436e" filled="f" stroked="t" strokeweight=".666667pt" strokecolor="#E6E6E6">
                <v:path arrowok="t"/>
              </v:shape>
            </v:group>
            <v:group style="position:absolute;left:6339;top:462;width:1181;height:2" coordorigin="6339,462" coordsize="1181,2">
              <v:shape style="position:absolute;left:6339;top:462;width:1181;height:2" coordorigin="6339,462" coordsize="1181,0" path="m6343,462l7524,462e" filled="f" stroked="t" strokeweight=".666667pt" strokecolor="#E6E6E6">
                <v:path arrowok="t"/>
              </v:shape>
            </v:group>
            <v:group style="position:absolute;left:6339;top:696;width:1181;height:2" coordorigin="6339,696" coordsize="1181,2">
              <v:shape style="position:absolute;left:6339;top:696;width:1181;height:2" coordorigin="6339,696" coordsize="1181,0" path="m6343,696l7524,696e" filled="f" stroked="t" strokeweight=".666667pt" strokecolor="#E6E6E6">
                <v:path arrowok="t"/>
              </v:shape>
            </v:group>
            <v:group style="position:absolute;left:7529;top:469;width:1394;height:220" coordorigin="7529,469" coordsize="1394,220">
              <v:shape style="position:absolute;left:7529;top:469;width:1394;height:220" coordorigin="7529,469" coordsize="1394,220" path="m7529,469l8923,469,8923,689,7529,689,7529,469e" filled="t" fillcolor="#E6E6E6" stroked="f">
                <v:path arrowok="t"/>
                <v:fill/>
              </v:shape>
            </v:group>
            <v:group style="position:absolute;left:7524;top:436;width:1404;height:2" coordorigin="7524,436" coordsize="1404,2">
              <v:shape style="position:absolute;left:7524;top:436;width:1404;height:2" coordorigin="7524,436" coordsize="1404,0" path="m7524,436l8928,436e" filled="f" stroked="t" strokeweight=".666667pt" strokecolor="#E6E6E6">
                <v:path arrowok="t"/>
              </v:shape>
            </v:group>
            <v:group style="position:absolute;left:7527;top:462;width:1397;height:2" coordorigin="7527,462" coordsize="1397,2">
              <v:shape style="position:absolute;left:7527;top:462;width:1397;height:2" coordorigin="7527,462" coordsize="1397,0" path="m7531,462l8928,462e" filled="f" stroked="t" strokeweight=".666667pt" strokecolor="#E6E6E6">
                <v:path arrowok="t"/>
              </v:shape>
            </v:group>
            <v:group style="position:absolute;left:7527;top:696;width:1397;height:2" coordorigin="7527,696" coordsize="1397,2">
              <v:shape style="position:absolute;left:7527;top:696;width:1397;height:2" coordorigin="7527,696" coordsize="1397,0" path="m7531,696l8928,696e" filled="f" stroked="t" strokeweight=".666667pt" strokecolor="#E6E6E6">
                <v:path arrowok="t"/>
              </v:shape>
            </v:group>
            <v:group style="position:absolute;left:8933;top:469;width:1178;height:220" coordorigin="8933,469" coordsize="1178,220">
              <v:shape style="position:absolute;left:8933;top:469;width:1178;height:220" coordorigin="8933,469" coordsize="1178,220" path="m8933,469l10111,469,10111,689,8933,689,8933,469e" filled="t" fillcolor="#E6E6E6" stroked="f">
                <v:path arrowok="t"/>
                <v:fill/>
              </v:shape>
            </v:group>
            <v:group style="position:absolute;left:8928;top:436;width:1188;height:2" coordorigin="8928,436" coordsize="1188,2">
              <v:shape style="position:absolute;left:8928;top:436;width:1188;height:2" coordorigin="8928,436" coordsize="1188,0" path="m8928,436l10116,436e" filled="f" stroked="t" strokeweight=".666667pt" strokecolor="#E6E6E6">
                <v:path arrowok="t"/>
              </v:shape>
            </v:group>
            <v:group style="position:absolute;left:8931;top:462;width:1181;height:2" coordorigin="8931,462" coordsize="1181,2">
              <v:shape style="position:absolute;left:8931;top:462;width:1181;height:2" coordorigin="8931,462" coordsize="1181,0" path="m8935,462l10116,462e" filled="f" stroked="t" strokeweight=".666667pt" strokecolor="#E6E6E6">
                <v:path arrowok="t"/>
              </v:shape>
            </v:group>
            <v:group style="position:absolute;left:8931;top:696;width:1181;height:2" coordorigin="8931,696" coordsize="1181,2">
              <v:shape style="position:absolute;left:8931;top:696;width:1181;height:2" coordorigin="8931,696" coordsize="1181,0" path="m8935,696l10116,696e" filled="f" stroked="t" strokeweight=".666667pt" strokecolor="#E6E6E6">
                <v:path arrowok="t"/>
              </v:shape>
            </v:group>
            <v:group style="position:absolute;left:10121;top:469;width:1394;height:220" coordorigin="10121,469" coordsize="1394,220">
              <v:shape style="position:absolute;left:10121;top:469;width:1394;height:220" coordorigin="10121,469" coordsize="1394,220" path="m10121,469l11515,469,11515,689,10121,689,10121,469e" filled="t" fillcolor="#E6E6E6" stroked="f">
                <v:path arrowok="t"/>
                <v:fill/>
              </v:shape>
            </v:group>
            <v:group style="position:absolute;left:10116;top:436;width:1407;height:2" coordorigin="10116,436" coordsize="1407,2">
              <v:shape style="position:absolute;left:10116;top:436;width:1407;height:2" coordorigin="10116,436" coordsize="1407,0" path="m10116,436l11523,436e" filled="f" stroked="t" strokeweight=".666667pt" strokecolor="#E6E6E6">
                <v:path arrowok="t"/>
              </v:shape>
            </v:group>
            <v:group style="position:absolute;left:10119;top:462;width:1397;height:2" coordorigin="10119,462" coordsize="1397,2">
              <v:shape style="position:absolute;left:10119;top:462;width:1397;height:2" coordorigin="10119,462" coordsize="1397,0" path="m10123,462l11520,462e" filled="f" stroked="t" strokeweight=".666667pt" strokecolor="#E6E6E6">
                <v:path arrowok="t"/>
              </v:shape>
            </v:group>
            <v:group style="position:absolute;left:11520;top:449;width:2;height:260" coordorigin="11520,449" coordsize="2,260">
              <v:shape style="position:absolute;left:11520;top:449;width:2;height:260" coordorigin="11520,449" coordsize="0,260" path="m11520,469l11520,729e" filled="f" stroked="t" strokeweight=".5pt" strokecolor="#FFFFFF">
                <v:path arrowok="t"/>
              </v:shape>
            </v:group>
            <v:group style="position:absolute;left:10119;top:696;width:1397;height:2" coordorigin="10119,696" coordsize="1397,2">
              <v:shape style="position:absolute;left:10119;top:696;width:1397;height:2" coordorigin="10119,696" coordsize="1397,0" path="m10123,696l11520,696e" filled="f" stroked="t" strokeweight=".666667pt" strokecolor="#E6E6E6">
                <v:path arrowok="t"/>
              </v:shape>
            </v:group>
            <v:group style="position:absolute;left:720;top:722;width:10800;height:2" coordorigin="720,722" coordsize="10800,2">
              <v:shape style="position:absolute;left:720;top:722;width:10800;height:2" coordorigin="720,722" coordsize="10800,0" path="m720,722l11520,722e" filled="f" stroked="t" strokeweight=".666708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Scripts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414" w:right="-20"/>
        <w:jc w:val="left"/>
        <w:tabs>
          <w:tab w:pos="840" w:val="left"/>
          <w:tab w:pos="3660" w:val="left"/>
          <w:tab w:pos="4620" w:val="left"/>
          <w:tab w:pos="5820" w:val="left"/>
          <w:tab w:pos="7000" w:val="left"/>
          <w:tab w:pos="8400" w:val="left"/>
          <w:tab w:pos="9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Type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Data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Records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Validates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Requirement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620"/>
          <w:footerReference w:type="default" r:id="rId17"/>
          <w:pgSz w:w="12240" w:h="15840"/>
        </w:sectPr>
      </w:pPr>
      <w:rPr/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183" w:lineRule="exact"/>
        <w:ind w:left="307" w:right="-69"/>
        <w:jc w:val="left"/>
        <w:tabs>
          <w:tab w:pos="840" w:val="left"/>
          <w:tab w:pos="3640" w:val="left"/>
          <w:tab w:pos="4620" w:val="left"/>
          <w:tab w:pos="5800" w:val="left"/>
        </w:tabs>
        <w:rPr>
          <w:rFonts w:ascii="Arial" w:hAnsi="Arial" w:cs="Arial" w:eastAsia="Arial"/>
          <w:sz w:val="12"/>
          <w:szCs w:val="12"/>
        </w:rPr>
      </w:pPr>
      <w:rPr/>
      <w:hyperlink r:id="rId22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83938</w:t>
          <w:tab/>
        </w:r>
      </w:hyperlink>
      <w:hyperlink r:id="rId23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Special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Characters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are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Accepted</w:t>
          <w:tab/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</w:r>
      </w:hyperlink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4"/>
        </w:rPr>
        <w:t>Draft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4"/>
        </w:rPr>
        <w:t>Manual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  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640"/>
        <w:jc w:val="righ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7.212231pt;width:539.999997pt;height:.1pt;mso-position-horizontal-relative:page;mso-position-vertical-relative:paragraph;z-index:-831" coordorigin="720,144" coordsize="10800,2">
            <v:shape style="position:absolute;left:720;top:144;width:10800;height:2" coordorigin="720,144" coordsize="10800,0" path="m720,144l11520,144e" filled="f" stroked="t" strokeweight=".500042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(HP)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/>
        <w:br w:type="column"/>
      </w:r>
      <w:r>
        <w:rPr>
          <w:sz w:val="18"/>
          <w:szCs w:val="18"/>
        </w:rPr>
      </w:r>
    </w:p>
    <w:p>
      <w:pPr>
        <w:spacing w:before="0" w:after="0" w:line="240" w:lineRule="auto"/>
        <w:ind w:right="-20"/>
        <w:jc w:val="left"/>
        <w:tabs>
          <w:tab w:pos="1400" w:val="left"/>
          <w:tab w:pos="25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Nov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20,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2015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--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20"/>
          <w:cols w:num="2" w:equalWidth="0">
            <w:col w:w="6723" w:space="281"/>
            <w:col w:w="3996"/>
          </w:cols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5.207897pt;width:541.0pt;height:14.999988pt;mso-position-horizontal-relative:page;mso-position-vertical-relative:paragraph;z-index:-830" coordorigin="710,504" coordsize="10820,300">
            <v:group style="position:absolute;left:725;top:544;width:854;height:220" coordorigin="725,544" coordsize="854,220">
              <v:shape style="position:absolute;left:725;top:544;width:854;height:220" coordorigin="725,544" coordsize="854,220" path="m725,544l1579,544,1579,764,725,764,725,544e" filled="t" fillcolor="#E6E6E6" stroked="f">
                <v:path arrowok="t"/>
                <v:fill/>
              </v:shape>
            </v:group>
            <v:group style="position:absolute;left:717;top:511;width:867;height:2" coordorigin="717,511" coordsize="867,2">
              <v:shape style="position:absolute;left:717;top:511;width:867;height:2" coordorigin="717,511" coordsize="867,0" path="m718,511l1586,511e" filled="f" stroked="t" strokeweight=".666667pt" strokecolor="#E6E6E6">
                <v:path arrowok="t"/>
              </v:shape>
            </v:group>
            <v:group style="position:absolute;left:723;top:537;width:857;height:2" coordorigin="723,537" coordsize="857,2">
              <v:shape style="position:absolute;left:723;top:537;width:857;height:2" coordorigin="723,537" coordsize="857,0" path="m732,537l1589,537e" filled="f" stroked="t" strokeweight=".666667pt" strokecolor="#E6E6E6">
                <v:path arrowok="t"/>
              </v:shape>
            </v:group>
            <v:group style="position:absolute;left:723;top:771;width:857;height:2" coordorigin="723,771" coordsize="857,2">
              <v:shape style="position:absolute;left:723;top:771;width:857;height:2" coordorigin="723,771" coordsize="857,0" path="m727,771l1584,771e" filled="f" stroked="t" strokeweight=".666667pt" strokecolor="#E6E6E6">
                <v:path arrowok="t"/>
              </v:shape>
            </v:group>
            <v:group style="position:absolute;left:720;top:524;width:2;height:260" coordorigin="720,524" coordsize="2,260">
              <v:shape style="position:absolute;left:720;top:524;width:2;height:260" coordorigin="720,524" coordsize="0,260" path="m720,544l720,804e" filled="f" stroked="t" strokeweight=".5pt" strokecolor="#FFFFFF">
                <v:path arrowok="t"/>
              </v:shape>
            </v:group>
            <v:group style="position:absolute;left:1589;top:544;width:962;height:220" coordorigin="1589,544" coordsize="962,220">
              <v:shape style="position:absolute;left:1589;top:544;width:962;height:220" coordorigin="1589,544" coordsize="962,220" path="m1589,544l2551,544,2551,764,1589,764,1589,544e" filled="t" fillcolor="#E6E6E6" stroked="f">
                <v:path arrowok="t"/>
                <v:fill/>
              </v:shape>
            </v:group>
            <v:group style="position:absolute;left:1584;top:511;width:972;height:2" coordorigin="1584,511" coordsize="972,2">
              <v:shape style="position:absolute;left:1584;top:511;width:972;height:2" coordorigin="1584,511" coordsize="972,0" path="m1584,511l2556,511e" filled="f" stroked="t" strokeweight=".666667pt" strokecolor="#E6E6E6">
                <v:path arrowok="t"/>
              </v:shape>
            </v:group>
            <v:group style="position:absolute;left:1587;top:537;width:965;height:2" coordorigin="1587,537" coordsize="965,2">
              <v:shape style="position:absolute;left:1587;top:537;width:965;height:2" coordorigin="1587,537" coordsize="965,0" path="m1591,537l2556,537e" filled="f" stroked="t" strokeweight=".666667pt" strokecolor="#E6E6E6">
                <v:path arrowok="t"/>
              </v:shape>
            </v:group>
            <v:group style="position:absolute;left:1587;top:771;width:965;height:2" coordorigin="1587,771" coordsize="965,2">
              <v:shape style="position:absolute;left:1587;top:771;width:965;height:2" coordorigin="1587,771" coordsize="965,0" path="m1591,771l2556,771e" filled="f" stroked="t" strokeweight=".666667pt" strokecolor="#E6E6E6">
                <v:path arrowok="t"/>
              </v:shape>
            </v:group>
            <v:group style="position:absolute;left:2561;top:544;width:1610;height:220" coordorigin="2561,544" coordsize="1610,220">
              <v:shape style="position:absolute;left:2561;top:544;width:1610;height:220" coordorigin="2561,544" coordsize="1610,220" path="m2561,544l4171,544,4171,764,2561,764,2561,544e" filled="t" fillcolor="#E6E6E6" stroked="f">
                <v:path arrowok="t"/>
                <v:fill/>
              </v:shape>
            </v:group>
            <v:group style="position:absolute;left:2556;top:511;width:1620;height:2" coordorigin="2556,511" coordsize="1620,2">
              <v:shape style="position:absolute;left:2556;top:511;width:1620;height:2" coordorigin="2556,511" coordsize="1620,0" path="m2556,511l4176,511e" filled="f" stroked="t" strokeweight=".666667pt" strokecolor="#E6E6E6">
                <v:path arrowok="t"/>
              </v:shape>
            </v:group>
            <v:group style="position:absolute;left:2559;top:537;width:1613;height:2" coordorigin="2559,537" coordsize="1613,2">
              <v:shape style="position:absolute;left:2559;top:537;width:1613;height:2" coordorigin="2559,537" coordsize="1613,0" path="m2563,537l4176,537e" filled="f" stroked="t" strokeweight=".666667pt" strokecolor="#E6E6E6">
                <v:path arrowok="t"/>
              </v:shape>
            </v:group>
            <v:group style="position:absolute;left:2559;top:771;width:1613;height:2" coordorigin="2559,771" coordsize="1613,2">
              <v:shape style="position:absolute;left:2559;top:771;width:1613;height:2" coordorigin="2559,771" coordsize="1613,0" path="m2563,771l4176,771e" filled="f" stroked="t" strokeweight=".666667pt" strokecolor="#E6E6E6">
                <v:path arrowok="t"/>
              </v:shape>
            </v:group>
            <v:group style="position:absolute;left:4181;top:544;width:1178;height:220" coordorigin="4181,544" coordsize="1178,220">
              <v:shape style="position:absolute;left:4181;top:544;width:1178;height:220" coordorigin="4181,544" coordsize="1178,220" path="m4181,544l5359,544,5359,764,4181,764,4181,544e" filled="t" fillcolor="#E6E6E6" stroked="f">
                <v:path arrowok="t"/>
                <v:fill/>
              </v:shape>
            </v:group>
            <v:group style="position:absolute;left:4176;top:511;width:1188;height:2" coordorigin="4176,511" coordsize="1188,2">
              <v:shape style="position:absolute;left:4176;top:511;width:1188;height:2" coordorigin="4176,511" coordsize="1188,0" path="m4176,511l5364,511e" filled="f" stroked="t" strokeweight=".666667pt" strokecolor="#E6E6E6">
                <v:path arrowok="t"/>
              </v:shape>
            </v:group>
            <v:group style="position:absolute;left:4179;top:537;width:1181;height:2" coordorigin="4179,537" coordsize="1181,2">
              <v:shape style="position:absolute;left:4179;top:537;width:1181;height:2" coordorigin="4179,537" coordsize="1181,0" path="m4183,537l5364,537e" filled="f" stroked="t" strokeweight=".666667pt" strokecolor="#E6E6E6">
                <v:path arrowok="t"/>
              </v:shape>
            </v:group>
            <v:group style="position:absolute;left:4179;top:771;width:1181;height:2" coordorigin="4179,771" coordsize="1181,2">
              <v:shape style="position:absolute;left:4179;top:771;width:1181;height:2" coordorigin="4179,771" coordsize="1181,0" path="m4183,771l5364,771e" filled="f" stroked="t" strokeweight=".666667pt" strokecolor="#E6E6E6">
                <v:path arrowok="t"/>
              </v:shape>
            </v:group>
            <v:group style="position:absolute;left:5369;top:544;width:1070;height:220" coordorigin="5369,544" coordsize="1070,220">
              <v:shape style="position:absolute;left:5369;top:544;width:1070;height:220" coordorigin="5369,544" coordsize="1070,220" path="m5369,544l6439,544,6439,764,5369,764,5369,544e" filled="t" fillcolor="#E6E6E6" stroked="f">
                <v:path arrowok="t"/>
                <v:fill/>
              </v:shape>
            </v:group>
            <v:group style="position:absolute;left:5364;top:511;width:1080;height:2" coordorigin="5364,511" coordsize="1080,2">
              <v:shape style="position:absolute;left:5364;top:511;width:1080;height:2" coordorigin="5364,511" coordsize="1080,0" path="m5364,511l6444,511e" filled="f" stroked="t" strokeweight=".666667pt" strokecolor="#E6E6E6">
                <v:path arrowok="t"/>
              </v:shape>
            </v:group>
            <v:group style="position:absolute;left:5367;top:537;width:1073;height:2" coordorigin="5367,537" coordsize="1073,2">
              <v:shape style="position:absolute;left:5367;top:537;width:1073;height:2" coordorigin="5367,537" coordsize="1073,0" path="m5371,537l6444,537e" filled="f" stroked="t" strokeweight=".666667pt" strokecolor="#E6E6E6">
                <v:path arrowok="t"/>
              </v:shape>
            </v:group>
            <v:group style="position:absolute;left:5367;top:771;width:1073;height:2" coordorigin="5367,771" coordsize="1073,2">
              <v:shape style="position:absolute;left:5367;top:771;width:1073;height:2" coordorigin="5367,771" coordsize="1073,0" path="m5371,771l6444,771e" filled="f" stroked="t" strokeweight=".666667pt" strokecolor="#E6E6E6">
                <v:path arrowok="t"/>
              </v:shape>
            </v:group>
            <v:group style="position:absolute;left:6449;top:544;width:1070;height:220" coordorigin="6449,544" coordsize="1070,220">
              <v:shape style="position:absolute;left:6449;top:544;width:1070;height:220" coordorigin="6449,544" coordsize="1070,220" path="m6449,544l7519,544,7519,764,6449,764,6449,544e" filled="t" fillcolor="#E6E6E6" stroked="f">
                <v:path arrowok="t"/>
                <v:fill/>
              </v:shape>
            </v:group>
            <v:group style="position:absolute;left:6444;top:511;width:1080;height:2" coordorigin="6444,511" coordsize="1080,2">
              <v:shape style="position:absolute;left:6444;top:511;width:1080;height:2" coordorigin="6444,511" coordsize="1080,0" path="m6444,511l7524,511e" filled="f" stroked="t" strokeweight=".666667pt" strokecolor="#E6E6E6">
                <v:path arrowok="t"/>
              </v:shape>
            </v:group>
            <v:group style="position:absolute;left:6447;top:537;width:1073;height:2" coordorigin="6447,537" coordsize="1073,2">
              <v:shape style="position:absolute;left:6447;top:537;width:1073;height:2" coordorigin="6447,537" coordsize="1073,0" path="m6451,537l7524,537e" filled="f" stroked="t" strokeweight=".666667pt" strokecolor="#E6E6E6">
                <v:path arrowok="t"/>
              </v:shape>
            </v:group>
            <v:group style="position:absolute;left:6447;top:771;width:1073;height:2" coordorigin="6447,771" coordsize="1073,2">
              <v:shape style="position:absolute;left:6447;top:771;width:1073;height:2" coordorigin="6447,771" coordsize="1073,0" path="m6451,771l7524,771e" filled="f" stroked="t" strokeweight=".666667pt" strokecolor="#E6E6E6">
                <v:path arrowok="t"/>
              </v:shape>
            </v:group>
            <v:group style="position:absolute;left:7529;top:544;width:1070;height:220" coordorigin="7529,544" coordsize="1070,220">
              <v:shape style="position:absolute;left:7529;top:544;width:1070;height:220" coordorigin="7529,544" coordsize="1070,220" path="m7529,544l8599,544,8599,764,7529,764,7529,544e" filled="t" fillcolor="#E6E6E6" stroked="f">
                <v:path arrowok="t"/>
                <v:fill/>
              </v:shape>
            </v:group>
            <v:group style="position:absolute;left:7524;top:511;width:1080;height:2" coordorigin="7524,511" coordsize="1080,2">
              <v:shape style="position:absolute;left:7524;top:511;width:1080;height:2" coordorigin="7524,511" coordsize="1080,0" path="m7524,511l8604,511e" filled="f" stroked="t" strokeweight=".666667pt" strokecolor="#E6E6E6">
                <v:path arrowok="t"/>
              </v:shape>
            </v:group>
            <v:group style="position:absolute;left:7527;top:537;width:1073;height:2" coordorigin="7527,537" coordsize="1073,2">
              <v:shape style="position:absolute;left:7527;top:537;width:1073;height:2" coordorigin="7527,537" coordsize="1073,0" path="m7531,537l8604,537e" filled="f" stroked="t" strokeweight=".666667pt" strokecolor="#E6E6E6">
                <v:path arrowok="t"/>
              </v:shape>
            </v:group>
            <v:group style="position:absolute;left:7527;top:771;width:1073;height:2" coordorigin="7527,771" coordsize="1073,2">
              <v:shape style="position:absolute;left:7527;top:771;width:1073;height:2" coordorigin="7527,771" coordsize="1073,0" path="m7531,771l8604,771e" filled="f" stroked="t" strokeweight=".666667pt" strokecolor="#E6E6E6">
                <v:path arrowok="t"/>
              </v:shape>
            </v:group>
            <v:group style="position:absolute;left:8609;top:544;width:1286;height:220" coordorigin="8609,544" coordsize="1286,220">
              <v:shape style="position:absolute;left:8609;top:544;width:1286;height:220" coordorigin="8609,544" coordsize="1286,220" path="m8609,544l9895,544,9895,764,8609,764,8609,544e" filled="t" fillcolor="#E6E6E6" stroked="f">
                <v:path arrowok="t"/>
                <v:fill/>
              </v:shape>
            </v:group>
            <v:group style="position:absolute;left:8604;top:511;width:1296;height:2" coordorigin="8604,511" coordsize="1296,2">
              <v:shape style="position:absolute;left:8604;top:511;width:1296;height:2" coordorigin="8604,511" coordsize="1296,0" path="m8604,511l9900,511e" filled="f" stroked="t" strokeweight=".666667pt" strokecolor="#E6E6E6">
                <v:path arrowok="t"/>
              </v:shape>
            </v:group>
            <v:group style="position:absolute;left:8607;top:537;width:1289;height:2" coordorigin="8607,537" coordsize="1289,2">
              <v:shape style="position:absolute;left:8607;top:537;width:1289;height:2" coordorigin="8607,537" coordsize="1289,0" path="m8611,537l9900,537e" filled="f" stroked="t" strokeweight=".666667pt" strokecolor="#E6E6E6">
                <v:path arrowok="t"/>
              </v:shape>
            </v:group>
            <v:group style="position:absolute;left:8607;top:771;width:1289;height:2" coordorigin="8607,771" coordsize="1289,2">
              <v:shape style="position:absolute;left:8607;top:771;width:1289;height:2" coordorigin="8607,771" coordsize="1289,0" path="m8611,771l9900,771e" filled="f" stroked="t" strokeweight=".666667pt" strokecolor="#E6E6E6">
                <v:path arrowok="t"/>
              </v:shape>
            </v:group>
            <v:group style="position:absolute;left:9905;top:544;width:854;height:220" coordorigin="9905,544" coordsize="854,220">
              <v:shape style="position:absolute;left:9905;top:544;width:854;height:220" coordorigin="9905,544" coordsize="854,220" path="m9905,544l10759,544,10759,764,9905,764,9905,544e" filled="t" fillcolor="#E6E6E6" stroked="f">
                <v:path arrowok="t"/>
                <v:fill/>
              </v:shape>
            </v:group>
            <v:group style="position:absolute;left:9900;top:511;width:864;height:2" coordorigin="9900,511" coordsize="864,2">
              <v:shape style="position:absolute;left:9900;top:511;width:864;height:2" coordorigin="9900,511" coordsize="864,0" path="m9900,511l10764,511e" filled="f" stroked="t" strokeweight=".666667pt" strokecolor="#E6E6E6">
                <v:path arrowok="t"/>
              </v:shape>
            </v:group>
            <v:group style="position:absolute;left:9903;top:537;width:857;height:2" coordorigin="9903,537" coordsize="857,2">
              <v:shape style="position:absolute;left:9903;top:537;width:857;height:2" coordorigin="9903,537" coordsize="857,0" path="m9907,537l10764,537e" filled="f" stroked="t" strokeweight=".666667pt" strokecolor="#E6E6E6">
                <v:path arrowok="t"/>
              </v:shape>
            </v:group>
            <v:group style="position:absolute;left:9903;top:771;width:857;height:2" coordorigin="9903,771" coordsize="857,2">
              <v:shape style="position:absolute;left:9903;top:771;width:857;height:2" coordorigin="9903,771" coordsize="857,0" path="m9907,771l10764,771e" filled="f" stroked="t" strokeweight=".666667pt" strokecolor="#E6E6E6">
                <v:path arrowok="t"/>
              </v:shape>
            </v:group>
            <v:group style="position:absolute;left:10769;top:544;width:746;height:220" coordorigin="10769,544" coordsize="746,220">
              <v:shape style="position:absolute;left:10769;top:544;width:746;height:220" coordorigin="10769,544" coordsize="746,220" path="m10769,544l11515,544,11515,764,10769,764,10769,544e" filled="t" fillcolor="#E6E6E6" stroked="f">
                <v:path arrowok="t"/>
                <v:fill/>
              </v:shape>
            </v:group>
            <v:group style="position:absolute;left:10764;top:511;width:759;height:2" coordorigin="10764,511" coordsize="759,2">
              <v:shape style="position:absolute;left:10764;top:511;width:759;height:2" coordorigin="10764,511" coordsize="759,0" path="m10764,511l11523,511e" filled="f" stroked="t" strokeweight=".666667pt" strokecolor="#E6E6E6">
                <v:path arrowok="t"/>
              </v:shape>
            </v:group>
            <v:group style="position:absolute;left:10767;top:537;width:749;height:2" coordorigin="10767,537" coordsize="749,2">
              <v:shape style="position:absolute;left:10767;top:537;width:749;height:2" coordorigin="10767,537" coordsize="749,0" path="m10771,537l11520,537e" filled="f" stroked="t" strokeweight=".666667pt" strokecolor="#E6E6E6">
                <v:path arrowok="t"/>
              </v:shape>
            </v:group>
            <v:group style="position:absolute;left:11520;top:524;width:2;height:260" coordorigin="11520,524" coordsize="2,260">
              <v:shape style="position:absolute;left:11520;top:524;width:2;height:260" coordorigin="11520,524" coordsize="0,260" path="m11520,544l11520,804e" filled="f" stroked="t" strokeweight=".5pt" strokecolor="#FFFFFF">
                <v:path arrowok="t"/>
              </v:shape>
            </v:group>
            <v:group style="position:absolute;left:10767;top:771;width:749;height:2" coordorigin="10767,771" coordsize="749,2">
              <v:shape style="position:absolute;left:10767;top:771;width:749;height:2" coordorigin="10767,771" coordsize="749,0" path="m10771,771l11520,771e" filled="f" stroked="t" strokeweight=".666667pt" strokecolor="#E6E6E6">
                <v:path arrowok="t"/>
              </v:shape>
            </v:group>
            <v:group style="position:absolute;left:720;top:797;width:10800;height:2" coordorigin="720,797" coordsize="10800,2">
              <v:shape style="position:absolute;left:720;top:797;width:10800;height:2" coordorigin="720,797" coordsize="10800,0" path="m720,797l11520,797e" filled="f" stroked="t" strokeweight=".66676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522" w:right="-20"/>
        <w:jc w:val="left"/>
        <w:tabs>
          <w:tab w:pos="1280" w:val="left"/>
          <w:tab w:pos="2040" w:val="left"/>
          <w:tab w:pos="3660" w:val="left"/>
          <w:tab w:pos="5920" w:val="left"/>
          <w:tab w:pos="7000" w:val="left"/>
          <w:tab w:pos="8080" w:val="left"/>
          <w:tab w:pos="9380" w:val="left"/>
          <w:tab w:pos="10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Status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86pt;width:541.000001pt;height:14.999976pt;mso-position-horizontal-relative:page;mso-position-vertical-relative:paragraph;z-index:-829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91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72pt;width:541.000001pt;height:15.000025pt;mso-position-horizontal-relative:page;mso-position-vertical-relative:paragraph;z-index:-828" coordorigin="710,454" coordsize="10820,300">
            <v:group style="position:absolute;left:725;top:494;width:5390;height:220" coordorigin="725,494" coordsize="5390,220">
              <v:shape style="position:absolute;left:725;top:494;width:5390;height:220" coordorigin="725,494" coordsize="5390,220" path="m725,494l6115,494,6115,714,725,714,725,494e" filled="t" fillcolor="#E6E6E6" stroked="f">
                <v:path arrowok="t"/>
                <v:fill/>
              </v:shape>
            </v:group>
            <v:group style="position:absolute;left:717;top:461;width:5403;height:2" coordorigin="717,461" coordsize="5403,2">
              <v:shape style="position:absolute;left:717;top:461;width:5403;height:2" coordorigin="717,461" coordsize="5403,0" path="m718,461l6122,461e" filled="f" stroked="t" strokeweight=".666667pt" strokecolor="#E6E6E6">
                <v:path arrowok="t"/>
              </v:shape>
            </v:group>
            <v:group style="position:absolute;left:723;top:487;width:5393;height:2" coordorigin="723,487" coordsize="5393,2">
              <v:shape style="position:absolute;left:723;top:487;width:5393;height:2" coordorigin="723,487" coordsize="5393,0" path="m732,487l6125,487e" filled="f" stroked="t" strokeweight=".666667pt" strokecolor="#E6E6E6">
                <v:path arrowok="t"/>
              </v:shape>
            </v:group>
            <v:group style="position:absolute;left:723;top:721;width:5393;height:2" coordorigin="723,721" coordsize="5393,2">
              <v:shape style="position:absolute;left:723;top:721;width:5393;height:2" coordorigin="723,721" coordsize="5393,0" path="m727,721l61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6125;top:494;width:5390;height:220" coordorigin="6125,494" coordsize="5390,220">
              <v:shape style="position:absolute;left:6125;top:494;width:5390;height:220" coordorigin="6125,494" coordsize="5390,220" path="m6125,494l11515,494,11515,714,6125,714,6125,494e" filled="t" fillcolor="#E6E6E6" stroked="f">
                <v:path arrowok="t"/>
                <v:fill/>
              </v:shape>
            </v:group>
            <v:group style="position:absolute;left:6120;top:461;width:5403;height:2" coordorigin="6120,461" coordsize="5403,2">
              <v:shape style="position:absolute;left:6120;top:461;width:5403;height:2" coordorigin="6120,461" coordsize="5403,0" path="m6120,461l11523,461e" filled="f" stroked="t" strokeweight=".666667pt" strokecolor="#E6E6E6">
                <v:path arrowok="t"/>
              </v:shape>
            </v:group>
            <v:group style="position:absolute;left:6123;top:487;width:5393;height:2" coordorigin="6123,487" coordsize="5393,2">
              <v:shape style="position:absolute;left:6123;top:487;width:5393;height:2" coordorigin="6123,487" coordsize="5393,0" path="m6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6123;top:721;width:5393;height:2" coordorigin="6123,721" coordsize="5393,2">
              <v:shape style="position:absolute;left:6123;top:721;width:5393;height:2" coordorigin="6123,721" coordsize="5393,0" path="m6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6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35.25pt;margin-top:278.656006pt;width:541.500003pt;height:13.600001pt;mso-position-horizontal-relative:page;mso-position-vertical-relative:page;z-index:-826" coordorigin="705,5573" coordsize="10830,272">
            <v:group style="position:absolute;left:720;top:5613;width:10800;height:192" coordorigin="720,5613" coordsize="10800,192">
              <v:shape style="position:absolute;left:720;top:5613;width:10800;height:192" coordorigin="720,5613" coordsize="10800,192" path="m720,5613l11520,5613,11520,5805,720,5805,720,5613e" filled="t" fillcolor="#E6E6E6" stroked="f">
                <v:path arrowok="t"/>
                <v:fill/>
              </v:shape>
            </v:group>
            <v:group style="position:absolute;left:712;top:5580;width:10817;height:2" coordorigin="712,5580" coordsize="10817,2">
              <v:shape style="position:absolute;left:712;top:5580;width:10817;height:2" coordorigin="712,5580" coordsize="10817,0" path="m713,5580l11530,5580e" filled="f" stroked="t" strokeweight=".666667pt" strokecolor="#E6E6E6">
                <v:path arrowok="t"/>
              </v:shape>
            </v:group>
            <v:group style="position:absolute;left:718;top:5606;width:10803;height:2" coordorigin="718,5606" coordsize="10803,2">
              <v:shape style="position:absolute;left:718;top:5606;width:10803;height:2" coordorigin="718,5606" coordsize="10803,0" path="m727,5606l11530,5606e" filled="f" stroked="t" strokeweight=".666667pt" strokecolor="#E6E6E6">
                <v:path arrowok="t"/>
              </v:shape>
            </v:group>
            <v:group style="position:absolute;left:11525;top:5593;width:2;height:232" coordorigin="11525,5593" coordsize="2,232">
              <v:shape style="position:absolute;left:11525;top:5593;width:2;height:232" coordorigin="11525,5593" coordsize="0,232" path="m11525,5613l11525,5845e" filled="f" stroked="t" strokeweight=".5pt" strokecolor="#FFFFFF">
                <v:path arrowok="t"/>
              </v:shape>
            </v:group>
            <v:group style="position:absolute;left:718;top:5812;width:10803;height:2" coordorigin="718,5812" coordsize="10803,2">
              <v:shape style="position:absolute;left:718;top:5812;width:10803;height:2" coordorigin="718,5812" coordsize="10803,0" path="m727,5812l11530,5812e" filled="f" stroked="t" strokeweight=".666667pt" strokecolor="#E6E6E6">
                <v:path arrowok="t"/>
              </v:shape>
            </v:group>
            <v:group style="position:absolute;left:712;top:5838;width:10817;height:2" coordorigin="712,5838" coordsize="10817,2">
              <v:shape style="position:absolute;left:712;top:5838;width:10817;height:2" coordorigin="712,5838" coordsize="10817,0" path="m713,5838l11530,5838e" filled="f" stroked="t" strokeweight=".666667pt" strokecolor="#E6E6E6">
                <v:path arrowok="t"/>
              </v:shape>
            </v:group>
            <v:group style="position:absolute;left:715;top:5593;width:2;height:232" coordorigin="715,5593" coordsize="2,232">
              <v:shape style="position:absolute;left:715;top:5593;width:2;height:232" coordorigin="715,5593" coordsize="0,232" path="m715,5613l715,5845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25.455994pt;width:539.718009pt;height:145.138pt;mso-position-horizontal-relative:page;mso-position-vertical-relative:page;z-index:-825" coordorigin="723,6509" coordsize="10794,2903">
            <v:group style="position:absolute;left:728;top:6514;width:10784;height:2" coordorigin="728,6514" coordsize="10784,2">
              <v:shape style="position:absolute;left:728;top:6514;width:10784;height:2" coordorigin="728,6514" coordsize="10784,0" path="m733,6514l11517,6514e" filled="f" stroked="t" strokeweight=".5pt" strokecolor="#000000">
                <v:path arrowok="t"/>
              </v:shape>
            </v:group>
            <v:group style="position:absolute;left:11512;top:6514;width:2;height:2893" coordorigin="11512,6514" coordsize="2,2893">
              <v:shape style="position:absolute;left:11512;top:6514;width:2;height:2893" coordorigin="11512,6514" coordsize="0,2893" path="m11512,6519l11512,9412e" filled="f" stroked="t" strokeweight=".5pt" strokecolor="#000000">
                <v:path arrowok="t"/>
              </v:shape>
            </v:group>
            <v:group style="position:absolute;left:728;top:9407;width:10784;height:2" coordorigin="728,9407" coordsize="10784,2">
              <v:shape style="position:absolute;left:728;top:9407;width:10784;height:2" coordorigin="728,9407" coordsize="10784,0" path="m733,9407l11517,9407e" filled="f" stroked="t" strokeweight=".5pt" strokecolor="#000000">
                <v:path arrowok="t"/>
              </v:shape>
            </v:group>
            <v:group style="position:absolute;left:728;top:6514;width:2;height:2893" coordorigin="728,6514" coordsize="2,2893">
              <v:shape style="position:absolute;left:728;top:6514;width:2;height:2893" coordorigin="728,6514" coordsize="0,2893" path="m728,6519l728,941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78.593994pt;width:539.718009pt;height:145.138001pt;mso-position-horizontal-relative:page;mso-position-vertical-relative:page;z-index:-824" coordorigin="723,9572" coordsize="10794,2903">
            <v:group style="position:absolute;left:728;top:9577;width:10784;height:2" coordorigin="728,9577" coordsize="10784,2">
              <v:shape style="position:absolute;left:728;top:9577;width:10784;height:2" coordorigin="728,9577" coordsize="10784,0" path="m733,9577l11517,9577e" filled="f" stroked="t" strokeweight=".5pt" strokecolor="#000000">
                <v:path arrowok="t"/>
              </v:shape>
            </v:group>
            <v:group style="position:absolute;left:11512;top:9577;width:2;height:2893" coordorigin="11512,9577" coordsize="2,2893">
              <v:shape style="position:absolute;left:11512;top:9577;width:2;height:2893" coordorigin="11512,9577" coordsize="0,2893" path="m11512,9582l11512,12475e" filled="f" stroked="t" strokeweight=".5pt" strokecolor="#000000">
                <v:path arrowok="t"/>
              </v:shape>
            </v:group>
            <v:group style="position:absolute;left:728;top:12470;width:10784;height:2" coordorigin="728,12470" coordsize="10784,2">
              <v:shape style="position:absolute;left:728;top:12470;width:10784;height:2" coordorigin="728,12470" coordsize="10784,0" path="m733,12470l11517,12470e" filled="f" stroked="t" strokeweight=".5pt" strokecolor="#000000">
                <v:path arrowok="t"/>
              </v:shape>
            </v:group>
            <v:group style="position:absolute;left:728;top:9577;width:2;height:2893" coordorigin="728,9577" coordsize="2,2893">
              <v:shape style="position:absolute;left:728;top:9577;width:2;height:2893" coordorigin="728,9577" coordsize="0,2893" path="m728,9582l728,12475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31.481995pt;width:539.718009pt;height:61.468994pt;mso-position-horizontal-relative:page;mso-position-vertical-relative:page;z-index:-823" coordorigin="723,12630" coordsize="10794,1229">
            <v:group style="position:absolute;left:728;top:12640;width:10784;height:2" coordorigin="728,12640" coordsize="10784,2">
              <v:shape style="position:absolute;left:728;top:12640;width:10784;height:2" coordorigin="728,12640" coordsize="10784,0" path="m733,12640l11517,12640e" filled="f" stroked="t" strokeweight=".5pt" strokecolor="#000000">
                <v:path arrowok="t"/>
              </v:shape>
            </v:group>
            <v:group style="position:absolute;left:11512;top:12640;width:2;height:1214" coordorigin="11512,12640" coordsize="2,1214">
              <v:shape style="position:absolute;left:11512;top:12640;width:2;height:1214" coordorigin="11512,12640" coordsize="0,1214" path="m11512,12645l11512,13859e" filled="f" stroked="t" strokeweight=".5pt" strokecolor="#000000">
                <v:path arrowok="t"/>
              </v:shape>
            </v:group>
            <v:group style="position:absolute;left:728;top:12640;width:2;height:1214" coordorigin="728,12640" coordsize="2,1214">
              <v:shape style="position:absolute;left:728;top:12640;width:2;height:1214" coordorigin="728,12640" coordsize="0,1214" path="m728,12645l728,13859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827" type="#_x0000_t75">
            <v:imagedata r:id="rId25" o:title=""/>
          </v:shape>
        </w:pict>
      </w:r>
      <w:hyperlink r:id="rId26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83938: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Special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Characters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are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Accepted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  <w:position w:val="0"/>
          </w:rPr>
        </w:r>
      </w:hyperlink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Draft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50" w:lineRule="auto"/>
        <w:ind w:left="100" w:right="2990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validates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special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characters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are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accepted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Management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option.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code.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86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logged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either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programmer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Clinical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Applications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Coordinator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535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programmer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Clinical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Applications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Coordinator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Management."</w:t>
      </w:r>
    </w:p>
    <w:p>
      <w:pPr>
        <w:jc w:val="left"/>
        <w:spacing w:after="0"/>
        <w:sectPr>
          <w:pgMar w:footer="979" w:header="0" w:top="1360" w:bottom="1160" w:left="620" w:right="940"/>
          <w:footerReference w:type="default" r:id="rId24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76.418999pt;mso-position-horizontal-relative:page;mso-position-vertical-relative:page;z-index:-822" coordorigin="723,1435" coordsize="10794,1528">
            <v:group style="position:absolute;left:11512;top:1440;width:2;height:1518" coordorigin="11512,1440" coordsize="2,1518">
              <v:shape style="position:absolute;left:11512;top:1440;width:2;height:1518" coordorigin="11512,1440" coordsize="0,1518" path="m11512,1440l11512,2958e" filled="f" stroked="t" strokeweight=".5pt" strokecolor="#000000">
                <v:path arrowok="t"/>
              </v:shape>
            </v:group>
            <v:group style="position:absolute;left:728;top:2958;width:10784;height:2" coordorigin="728,2958" coordsize="10784,2">
              <v:shape style="position:absolute;left:728;top:2958;width:10784;height:2" coordorigin="728,2958" coordsize="10784,0" path="m733,2958l11517,2958e" filled="f" stroked="t" strokeweight=".5pt" strokecolor="#000000">
                <v:path arrowok="t"/>
              </v:shape>
            </v:group>
            <v:group style="position:absolute;left:728;top:1440;width:2;height:1518" coordorigin="728,1440" coordsize="2,1518">
              <v:shape style="position:absolute;left:728;top:1440;width:2;height:1518" coordorigin="728,1440" coordsize="0,1518" path="m728,1440l728,295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56.169006pt;width:539.718009pt;height:145.138008pt;mso-position-horizontal-relative:page;mso-position-vertical-relative:page;z-index:-821" coordorigin="723,3123" coordsize="10794,2903">
            <v:group style="position:absolute;left:728;top:3128;width:10784;height:2" coordorigin="728,3128" coordsize="10784,2">
              <v:shape style="position:absolute;left:728;top:3128;width:10784;height:2" coordorigin="728,3128" coordsize="10784,0" path="m733,3128l11517,3128e" filled="f" stroked="t" strokeweight=".5pt" strokecolor="#000000">
                <v:path arrowok="t"/>
              </v:shape>
            </v:group>
            <v:group style="position:absolute;left:11512;top:3128;width:2;height:2893" coordorigin="11512,3128" coordsize="2,2893">
              <v:shape style="position:absolute;left:11512;top:3128;width:2;height:2893" coordorigin="11512,3128" coordsize="0,2893" path="m11512,3133l11512,6026e" filled="f" stroked="t" strokeweight=".5pt" strokecolor="#000000">
                <v:path arrowok="t"/>
              </v:shape>
            </v:group>
            <v:group style="position:absolute;left:728;top:6021;width:10784;height:2" coordorigin="728,6021" coordsize="10784,2">
              <v:shape style="position:absolute;left:728;top:6021;width:10784;height:2" coordorigin="728,6021" coordsize="10784,0" path="m733,6021l11517,6021e" filled="f" stroked="t" strokeweight=".5pt" strokecolor="#000000">
                <v:path arrowok="t"/>
              </v:shape>
            </v:group>
            <v:group style="position:absolute;left:728;top:3128;width:2;height:2893" coordorigin="728,3128" coordsize="2,2893">
              <v:shape style="position:absolute;left:728;top:3128;width:2;height:2893" coordorigin="728,3128" coordsize="0,2893" path="m728,3133l728,602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09.307007pt;width:539.718009pt;height:145.138pt;mso-position-horizontal-relative:page;mso-position-vertical-relative:page;z-index:-820" coordorigin="723,6186" coordsize="10794,2903">
            <v:group style="position:absolute;left:728;top:6191;width:10784;height:2" coordorigin="728,6191" coordsize="10784,2">
              <v:shape style="position:absolute;left:728;top:6191;width:10784;height:2" coordorigin="728,6191" coordsize="10784,0" path="m733,6191l11517,6191e" filled="f" stroked="t" strokeweight=".5pt" strokecolor="#000000">
                <v:path arrowok="t"/>
              </v:shape>
            </v:group>
            <v:group style="position:absolute;left:11512;top:6191;width:2;height:2893" coordorigin="11512,6191" coordsize="2,2893">
              <v:shape style="position:absolute;left:11512;top:6191;width:2;height:2893" coordorigin="11512,6191" coordsize="0,2893" path="m11512,6196l11512,9089e" filled="f" stroked="t" strokeweight=".5pt" strokecolor="#000000">
                <v:path arrowok="t"/>
              </v:shape>
            </v:group>
            <v:group style="position:absolute;left:728;top:9084;width:10784;height:2" coordorigin="728,9084" coordsize="10784,2">
              <v:shape style="position:absolute;left:728;top:9084;width:10784;height:2" coordorigin="728,9084" coordsize="10784,0" path="m733,9084l11517,9084e" filled="f" stroked="t" strokeweight=".5pt" strokecolor="#000000">
                <v:path arrowok="t"/>
              </v:shape>
            </v:group>
            <v:group style="position:absolute;left:728;top:6191;width:2;height:2893" coordorigin="728,6191" coordsize="2,2893">
              <v:shape style="position:absolute;left:728;top:6191;width:2;height:2893" coordorigin="728,6191" coordsize="0,2893" path="m728,6196l728,9089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62.445007pt;width:539.718009pt;height:145.138001pt;mso-position-horizontal-relative:page;mso-position-vertical-relative:page;z-index:-819" coordorigin="723,9249" coordsize="10794,2903">
            <v:group style="position:absolute;left:728;top:9254;width:10784;height:2" coordorigin="728,9254" coordsize="10784,2">
              <v:shape style="position:absolute;left:728;top:9254;width:10784;height:2" coordorigin="728,9254" coordsize="10784,0" path="m733,9254l11517,9254e" filled="f" stroked="t" strokeweight=".5pt" strokecolor="#000000">
                <v:path arrowok="t"/>
              </v:shape>
            </v:group>
            <v:group style="position:absolute;left:11512;top:9254;width:2;height:2893" coordorigin="11512,9254" coordsize="2,2893">
              <v:shape style="position:absolute;left:11512;top:9254;width:2;height:2893" coordorigin="11512,9254" coordsize="0,2893" path="m11512,9259l11512,12152e" filled="f" stroked="t" strokeweight=".5pt" strokecolor="#000000">
                <v:path arrowok="t"/>
              </v:shape>
            </v:group>
            <v:group style="position:absolute;left:728;top:12147;width:10784;height:2" coordorigin="728,12147" coordsize="10784,2">
              <v:shape style="position:absolute;left:728;top:12147;width:10784;height:2" coordorigin="728,12147" coordsize="10784,0" path="m733,12147l11517,12147e" filled="f" stroked="t" strokeweight=".5pt" strokecolor="#000000">
                <v:path arrowok="t"/>
              </v:shape>
            </v:group>
            <v:group style="position:absolute;left:728;top:9254;width:2;height:2893" coordorigin="728,9254" coordsize="2,2893">
              <v:shape style="position:absolute;left:728;top:9254;width:2;height:2893" coordorigin="728,9254" coordsize="0,2893" path="m728,9259l728,1215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15.333008pt;width:539.718009pt;height:92.669006pt;mso-position-horizontal-relative:page;mso-position-vertical-relative:page;z-index:-818" coordorigin="723,12307" coordsize="10794,1853">
            <v:group style="position:absolute;left:728;top:12317;width:10784;height:2" coordorigin="728,12317" coordsize="10784,2">
              <v:shape style="position:absolute;left:728;top:12317;width:10784;height:2" coordorigin="728,12317" coordsize="10784,0" path="m733,12317l11517,12317e" filled="f" stroked="t" strokeweight=".5pt" strokecolor="#000000">
                <v:path arrowok="t"/>
              </v:shape>
            </v:group>
            <v:group style="position:absolute;left:11512;top:12317;width:2;height:1838" coordorigin="11512,12317" coordsize="2,1838">
              <v:shape style="position:absolute;left:11512;top:12317;width:2;height:1838" coordorigin="11512,12317" coordsize="0,1838" path="m11512,12322l11512,14160e" filled="f" stroked="t" strokeweight=".5pt" strokecolor="#000000">
                <v:path arrowok="t"/>
              </v:shape>
            </v:group>
            <v:group style="position:absolute;left:728;top:12317;width:2;height:1838" coordorigin="728,12317" coordsize="2,1838">
              <v:shape style="position:absolute;left:728;top:12317;width:2;height:1838" coordorigin="728,12317" coordsize="0,1838" path="m728,12322l728,14160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Management"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39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"Manage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items."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76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Management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&lt;TEST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ACCOUNT&gt;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choose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enter/edit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9313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MN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one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menus.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example,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4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ORZ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CBOC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LABS.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84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Editor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45.219002pt;mso-position-horizontal-relative:page;mso-position-vertical-relative:page;z-index:-817" coordorigin="723,1435" coordsize="10794,904">
            <v:group style="position:absolute;left:11512;top:1440;width:2;height:894" coordorigin="11512,1440" coordsize="2,894">
              <v:shape style="position:absolute;left:11512;top:1440;width:2;height:894" coordorigin="11512,1440" coordsize="0,894" path="m11512,1440l11512,2334e" filled="f" stroked="t" strokeweight=".5pt" strokecolor="#000000">
                <v:path arrowok="t"/>
              </v:shape>
            </v:group>
            <v:group style="position:absolute;left:728;top:2334;width:10784;height:2" coordorigin="728,2334" coordsize="10784,2">
              <v:shape style="position:absolute;left:728;top:2334;width:10784;height:2" coordorigin="728,2334" coordsize="10784,0" path="m733,2334l11517,2334e" filled="f" stroked="t" strokeweight=".5pt" strokecolor="#000000">
                <v:path arrowok="t"/>
              </v:shape>
            </v:group>
            <v:group style="position:absolute;left:728;top:1440;width:2;height:894" coordorigin="728,1440" coordsize="2,894">
              <v:shape style="position:absolute;left:728;top:1440;width:2;height:894" coordorigin="728,1440" coordsize="0,894" path="m728,1440l728,233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24.969002pt;width:539.718009pt;height:145.137993pt;mso-position-horizontal-relative:page;mso-position-vertical-relative:page;z-index:-816" coordorigin="723,2499" coordsize="10794,2903">
            <v:group style="position:absolute;left:728;top:2504;width:10784;height:2" coordorigin="728,2504" coordsize="10784,2">
              <v:shape style="position:absolute;left:728;top:2504;width:10784;height:2" coordorigin="728,2504" coordsize="10784,0" path="m733,2504l11517,2504e" filled="f" stroked="t" strokeweight=".5pt" strokecolor="#000000">
                <v:path arrowok="t"/>
              </v:shape>
            </v:group>
            <v:group style="position:absolute;left:11512;top:2504;width:2;height:2893" coordorigin="11512,2504" coordsize="2,2893">
              <v:shape style="position:absolute;left:11512;top:2504;width:2;height:2893" coordorigin="11512,2504" coordsize="0,2893" path="m11512,2509l11512,5402e" filled="f" stroked="t" strokeweight=".5pt" strokecolor="#000000">
                <v:path arrowok="t"/>
              </v:shape>
            </v:group>
            <v:group style="position:absolute;left:728;top:5397;width:10784;height:2" coordorigin="728,5397" coordsize="10784,2">
              <v:shape style="position:absolute;left:728;top:5397;width:10784;height:2" coordorigin="728,5397" coordsize="10784,0" path="m733,5397l11517,5397e" filled="f" stroked="t" strokeweight=".5pt" strokecolor="#000000">
                <v:path arrowok="t"/>
              </v:shape>
            </v:group>
            <v:group style="position:absolute;left:728;top:2504;width:2;height:2893" coordorigin="728,2504" coordsize="2,2893">
              <v:shape style="position:absolute;left:728;top:2504;width:2;height:2893" coordorigin="728,2504" coordsize="0,2893" path="m728,2509l728,540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78.106995pt;width:539.718009pt;height:145.138pt;mso-position-horizontal-relative:page;mso-position-vertical-relative:page;z-index:-815" coordorigin="723,5562" coordsize="10794,2903">
            <v:group style="position:absolute;left:728;top:5567;width:10784;height:2" coordorigin="728,5567" coordsize="10784,2">
              <v:shape style="position:absolute;left:728;top:5567;width:10784;height:2" coordorigin="728,5567" coordsize="10784,0" path="m733,5567l11517,5567e" filled="f" stroked="t" strokeweight=".5pt" strokecolor="#000000">
                <v:path arrowok="t"/>
              </v:shape>
            </v:group>
            <v:group style="position:absolute;left:11512;top:5567;width:2;height:2893" coordorigin="11512,5567" coordsize="2,2893">
              <v:shape style="position:absolute;left:11512;top:5567;width:2;height:2893" coordorigin="11512,5567" coordsize="0,2893" path="m11512,5572l11512,8465e" filled="f" stroked="t" strokeweight=".5pt" strokecolor="#000000">
                <v:path arrowok="t"/>
              </v:shape>
            </v:group>
            <v:group style="position:absolute;left:728;top:8460;width:10784;height:2" coordorigin="728,8460" coordsize="10784,2">
              <v:shape style="position:absolute;left:728;top:8460;width:10784;height:2" coordorigin="728,8460" coordsize="10784,0" path="m733,8460l11517,8460e" filled="f" stroked="t" strokeweight=".5pt" strokecolor="#000000">
                <v:path arrowok="t"/>
              </v:shape>
            </v:group>
            <v:group style="position:absolute;left:728;top:5567;width:2;height:2893" coordorigin="728,5567" coordsize="2,2893">
              <v:shape style="position:absolute;left:728;top:5567;width:2;height:2893" coordorigin="728,5567" coordsize="0,2893" path="m728,5572l728,8465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31.244995pt;width:539.718009pt;height:145.138001pt;mso-position-horizontal-relative:page;mso-position-vertical-relative:page;z-index:-814" coordorigin="723,8625" coordsize="10794,2903">
            <v:group style="position:absolute;left:728;top:8630;width:10784;height:2" coordorigin="728,8630" coordsize="10784,2">
              <v:shape style="position:absolute;left:728;top:8630;width:10784;height:2" coordorigin="728,8630" coordsize="10784,0" path="m733,8630l11517,8630e" filled="f" stroked="t" strokeweight=".5pt" strokecolor="#000000">
                <v:path arrowok="t"/>
              </v:shape>
            </v:group>
            <v:group style="position:absolute;left:11512;top:8630;width:2;height:2893" coordorigin="11512,8630" coordsize="2,2893">
              <v:shape style="position:absolute;left:11512;top:8630;width:2;height:2893" coordorigin="11512,8630" coordsize="0,2893" path="m11512,8635l11512,11528e" filled="f" stroked="t" strokeweight=".5pt" strokecolor="#000000">
                <v:path arrowok="t"/>
              </v:shape>
            </v:group>
            <v:group style="position:absolute;left:728;top:11523;width:10784;height:2" coordorigin="728,11523" coordsize="10784,2">
              <v:shape style="position:absolute;left:728;top:11523;width:10784;height:2" coordorigin="728,11523" coordsize="10784,0" path="m733,11523l11517,11523e" filled="f" stroked="t" strokeweight=".5pt" strokecolor="#000000">
                <v:path arrowok="t"/>
              </v:shape>
            </v:group>
            <v:group style="position:absolute;left:728;top:8630;width:2;height:2893" coordorigin="728,8630" coordsize="2,2893">
              <v:shape style="position:absolute;left:728;top:8630;width:2;height:2893" coordorigin="728,8630" coordsize="0,2893" path="m728,8635l728,1152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84.132996pt;width:539.718009pt;height:129.869018pt;mso-position-horizontal-relative:page;mso-position-vertical-relative:page;z-index:-813" coordorigin="723,11683" coordsize="10794,2597">
            <v:group style="position:absolute;left:728;top:11693;width:10784;height:2" coordorigin="728,11693" coordsize="10784,2">
              <v:shape style="position:absolute;left:728;top:11693;width:10784;height:2" coordorigin="728,11693" coordsize="10784,0" path="m733,11693l11517,11693e" filled="f" stroked="t" strokeweight=".5pt" strokecolor="#000000">
                <v:path arrowok="t"/>
              </v:shape>
            </v:group>
            <v:group style="position:absolute;left:11512;top:11693;width:2;height:2582" coordorigin="11512,11693" coordsize="2,2582">
              <v:shape style="position:absolute;left:11512;top:11693;width:2;height:2582" coordorigin="11512,11693" coordsize="0,2582" path="m11512,11698l11512,14280e" filled="f" stroked="t" strokeweight=".5pt" strokecolor="#000000">
                <v:path arrowok="t"/>
              </v:shape>
            </v:group>
            <v:group style="position:absolute;left:728;top:11693;width:2;height:2582" coordorigin="728,11693" coordsize="2,2582">
              <v:shape style="position:absolute;left:728;top:11693;width:2;height:2582" coordorigin="728,11693" coordsize="0,2582" path="m728,11698l728,14280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47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between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items,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header,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row.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header.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52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header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"TEXT"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33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such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"choose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display;=-,"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903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87" w:after="0" w:line="180" w:lineRule="exact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16.019000pt;mso-position-horizontal-relative:page;mso-position-vertical-relative:page;z-index:-812" coordorigin="723,1435" coordsize="10794,320">
            <v:group style="position:absolute;left:11512;top:1440;width:2;height:310" coordorigin="11512,1440" coordsize="2,310">
              <v:shape style="position:absolute;left:11512;top:1440;width:2;height:310" coordorigin="11512,1440" coordsize="0,310" path="m11512,1440l11512,1750e" filled="f" stroked="t" strokeweight=".5pt" strokecolor="#000000">
                <v:path arrowok="t"/>
              </v:shape>
            </v:group>
            <v:group style="position:absolute;left:728;top:1750;width:10784;height:2" coordorigin="728,1750" coordsize="10784,2">
              <v:shape style="position:absolute;left:728;top:1750;width:10784;height:2" coordorigin="728,1750" coordsize="10784,0" path="m733,1750l11517,1750e" filled="f" stroked="t" strokeweight=".5pt" strokecolor="#000000">
                <v:path arrowok="t"/>
              </v:shape>
            </v:group>
            <v:group style="position:absolute;left:728;top:1440;width:2;height:310" coordorigin="728,1440" coordsize="2,310">
              <v:shape style="position:absolute;left:728;top:1440;width:2;height:310" coordorigin="728,1440" coordsize="0,310" path="m728,1440l728,175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95.768997pt;width:539.718009pt;height:145.137999pt;mso-position-horizontal-relative:page;mso-position-vertical-relative:page;z-index:-811" coordorigin="723,1915" coordsize="10794,2903">
            <v:group style="position:absolute;left:728;top:1920;width:10784;height:2" coordorigin="728,1920" coordsize="10784,2">
              <v:shape style="position:absolute;left:728;top:1920;width:10784;height:2" coordorigin="728,1920" coordsize="10784,0" path="m733,1920l11517,1920e" filled="f" stroked="t" strokeweight=".5pt" strokecolor="#000000">
                <v:path arrowok="t"/>
              </v:shape>
            </v:group>
            <v:group style="position:absolute;left:11512;top:1920;width:2;height:2893" coordorigin="11512,1920" coordsize="2,2893">
              <v:shape style="position:absolute;left:11512;top:1920;width:2;height:2893" coordorigin="11512,1920" coordsize="0,2893" path="m11512,1925l11512,4818e" filled="f" stroked="t" strokeweight=".5pt" strokecolor="#000000">
                <v:path arrowok="t"/>
              </v:shape>
            </v:group>
            <v:group style="position:absolute;left:728;top:4813;width:10784;height:2" coordorigin="728,4813" coordsize="10784,2">
              <v:shape style="position:absolute;left:728;top:4813;width:10784;height:2" coordorigin="728,4813" coordsize="10784,0" path="m733,4813l11517,4813e" filled="f" stroked="t" strokeweight=".5pt" strokecolor="#000000">
                <v:path arrowok="t"/>
              </v:shape>
            </v:group>
            <v:group style="position:absolute;left:728;top:1920;width:2;height:2893" coordorigin="728,1920" coordsize="2,2893">
              <v:shape style="position:absolute;left:728;top:1920;width:2;height:2893" coordorigin="728,1920" coordsize="0,2893" path="m728,1925l728,481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48.906998pt;width:539.718009pt;height:145.138015pt;mso-position-horizontal-relative:page;mso-position-vertical-relative:page;z-index:-810" coordorigin="723,4978" coordsize="10794,2903">
            <v:group style="position:absolute;left:728;top:4983;width:10784;height:2" coordorigin="728,4983" coordsize="10784,2">
              <v:shape style="position:absolute;left:728;top:4983;width:10784;height:2" coordorigin="728,4983" coordsize="10784,0" path="m733,4983l11517,4983e" filled="f" stroked="t" strokeweight=".5pt" strokecolor="#000000">
                <v:path arrowok="t"/>
              </v:shape>
            </v:group>
            <v:group style="position:absolute;left:11512;top:4983;width:2;height:2893" coordorigin="11512,4983" coordsize="2,2893">
              <v:shape style="position:absolute;left:11512;top:4983;width:2;height:2893" coordorigin="11512,4983" coordsize="0,2893" path="m11512,4988l11512,7881e" filled="f" stroked="t" strokeweight=".5pt" strokecolor="#000000">
                <v:path arrowok="t"/>
              </v:shape>
            </v:group>
            <v:group style="position:absolute;left:728;top:7876;width:10784;height:2" coordorigin="728,7876" coordsize="10784,2">
              <v:shape style="position:absolute;left:728;top:7876;width:10784;height:2" coordorigin="728,7876" coordsize="10784,0" path="m733,7876l11517,7876e" filled="f" stroked="t" strokeweight=".5pt" strokecolor="#000000">
                <v:path arrowok="t"/>
              </v:shape>
            </v:group>
            <v:group style="position:absolute;left:728;top:4983;width:2;height:2893" coordorigin="728,4983" coordsize="2,2893">
              <v:shape style="position:absolute;left:728;top:4983;width:2;height:2893" coordorigin="728,4983" coordsize="0,2893" path="m728,4988l728,7881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02.045013pt;width:539.718009pt;height:145.138001pt;mso-position-horizontal-relative:page;mso-position-vertical-relative:page;z-index:-809" coordorigin="723,8041" coordsize="10794,2903">
            <v:group style="position:absolute;left:728;top:8046;width:10784;height:2" coordorigin="728,8046" coordsize="10784,2">
              <v:shape style="position:absolute;left:728;top:8046;width:10784;height:2" coordorigin="728,8046" coordsize="10784,0" path="m733,8046l11517,8046e" filled="f" stroked="t" strokeweight=".5pt" strokecolor="#000000">
                <v:path arrowok="t"/>
              </v:shape>
            </v:group>
            <v:group style="position:absolute;left:11512;top:8046;width:2;height:2893" coordorigin="11512,8046" coordsize="2,2893">
              <v:shape style="position:absolute;left:11512;top:8046;width:2;height:2893" coordorigin="11512,8046" coordsize="0,2893" path="m11512,8051l11512,10944e" filled="f" stroked="t" strokeweight=".5pt" strokecolor="#000000">
                <v:path arrowok="t"/>
              </v:shape>
            </v:group>
            <v:group style="position:absolute;left:728;top:10939;width:10784;height:2" coordorigin="728,10939" coordsize="10784,2">
              <v:shape style="position:absolute;left:728;top:10939;width:10784;height:2" coordorigin="728,10939" coordsize="10784,0" path="m733,10939l11517,10939e" filled="f" stroked="t" strokeweight=".5pt" strokecolor="#000000">
                <v:path arrowok="t"/>
              </v:shape>
            </v:group>
            <v:group style="position:absolute;left:728;top:8046;width:2;height:2893" coordorigin="728,8046" coordsize="2,2893">
              <v:shape style="position:absolute;left:728;top:8046;width:2;height:2893" coordorigin="728,8046" coordsize="0,2893" path="m728,8051l728,1094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555.183044pt;width:539.718009pt;height:145.13797pt;mso-position-horizontal-relative:page;mso-position-vertical-relative:page;z-index:-808" coordorigin="723,11104" coordsize="10794,2903">
            <v:group style="position:absolute;left:728;top:11109;width:10784;height:2" coordorigin="728,11109" coordsize="10784,2">
              <v:shape style="position:absolute;left:728;top:11109;width:10784;height:2" coordorigin="728,11109" coordsize="10784,0" path="m733,11109l11517,11109e" filled="f" stroked="t" strokeweight=".5pt" strokecolor="#000000">
                <v:path arrowok="t"/>
              </v:shape>
            </v:group>
            <v:group style="position:absolute;left:11512;top:11109;width:2;height:2893" coordorigin="11512,11109" coordsize="2,2893">
              <v:shape style="position:absolute;left:11512;top:11109;width:2;height:2893" coordorigin="11512,11109" coordsize="0,2893" path="m11512,11114l11512,14006e" filled="f" stroked="t" strokeweight=".5pt" strokecolor="#000000">
                <v:path arrowok="t"/>
              </v:shape>
            </v:group>
            <v:group style="position:absolute;left:728;top:14001;width:10784;height:2" coordorigin="728,14001" coordsize="10784,2">
              <v:shape style="position:absolute;left:728;top:14001;width:10784;height:2" coordorigin="728,14001" coordsize="10784,0" path="m733,14001l11517,14001e" filled="f" stroked="t" strokeweight=".5pt" strokecolor="#000000">
                <v:path arrowok="t"/>
              </v:shape>
            </v:group>
            <v:group style="position:absolute;left:728;top:11109;width:2;height:2893" coordorigin="728,11109" coordsize="2,2893">
              <v:shape style="position:absolute;left:728;top:11109;width:2;height:2893" coordorigin="728,11109" coordsize="0,2893" path="m728,11114l728,14006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Attachments: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responds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accepting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special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characters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error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generated.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15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No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error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generated.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Add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again.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880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selected.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Select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"TEXT"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733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"DISPLAY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TEXT:"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Type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following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^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allowed"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106" w:right="903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10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jc w:val="left"/>
        <w:spacing w:after="0"/>
        <w:sectPr>
          <w:pgMar w:header="0" w:footer="979" w:top="1340" w:bottom="1160" w:left="740" w:right="940"/>
          <w:pgSz w:w="12240" w:h="15840"/>
        </w:sectPr>
      </w:pPr>
      <w:rPr/>
    </w:p>
    <w:p>
      <w:pPr>
        <w:spacing w:before="67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6.140999pt;margin-top:72pt;width:539.718009pt;height:145.138pt;mso-position-horizontal-relative:page;mso-position-vertical-relative:page;z-index:-807" coordorigin="723,1440" coordsize="10794,2903">
            <v:group style="position:absolute;left:728;top:1445;width:10784;height:2" coordorigin="728,1445" coordsize="10784,2">
              <v:shape style="position:absolute;left:728;top:1445;width:10784;height:2" coordorigin="728,1445" coordsize="10784,0" path="m733,1445l11517,1445e" filled="f" stroked="t" strokeweight=".5pt" strokecolor="#000000">
                <v:path arrowok="t"/>
              </v:shape>
            </v:group>
            <v:group style="position:absolute;left:11512;top:1445;width:2;height:2893" coordorigin="11512,1445" coordsize="2,2893">
              <v:shape style="position:absolute;left:11512;top:1445;width:2;height:2893" coordorigin="11512,1445" coordsize="0,2893" path="m11512,1450l11512,4343e" filled="f" stroked="t" strokeweight=".5pt" strokecolor="#000000">
                <v:path arrowok="t"/>
              </v:shape>
            </v:group>
            <v:group style="position:absolute;left:728;top:4338;width:10784;height:2" coordorigin="728,4338" coordsize="10784,2">
              <v:shape style="position:absolute;left:728;top:4338;width:10784;height:2" coordorigin="728,4338" coordsize="10784,0" path="m733,4338l11517,4338e" filled="f" stroked="t" strokeweight=".5pt" strokecolor="#000000">
                <v:path arrowok="t"/>
              </v:shape>
            </v:group>
            <v:group style="position:absolute;left:728;top:1445;width:2;height:2893" coordorigin="728,1445" coordsize="2,2893">
              <v:shape style="position:absolute;left:728;top:1445;width:2;height:2893" coordorigin="728,1445" coordsize="0,2893" path="m728,1450l728,4343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225.138pt;width:539.718009pt;height:135.537995pt;mso-position-horizontal-relative:page;mso-position-vertical-relative:page;z-index:-806" coordorigin="723,4503" coordsize="10794,2711">
            <v:group style="position:absolute;left:728;top:4508;width:10784;height:2" coordorigin="728,4508" coordsize="10784,2">
              <v:shape style="position:absolute;left:728;top:4508;width:10784;height:2" coordorigin="728,4508" coordsize="10784,0" path="m733,4508l11517,4508e" filled="f" stroked="t" strokeweight=".5pt" strokecolor="#000000">
                <v:path arrowok="t"/>
              </v:shape>
            </v:group>
            <v:group style="position:absolute;left:11512;top:4508;width:2;height:2701" coordorigin="11512,4508" coordsize="2,2701">
              <v:shape style="position:absolute;left:11512;top:4508;width:2;height:2701" coordorigin="11512,4508" coordsize="0,2701" path="m11512,4513l11512,7214e" filled="f" stroked="t" strokeweight=".5pt" strokecolor="#000000">
                <v:path arrowok="t"/>
              </v:shape>
            </v:group>
            <v:group style="position:absolute;left:728;top:7209;width:10784;height:2" coordorigin="728,7209" coordsize="10784,2">
              <v:shape style="position:absolute;left:728;top:7209;width:10784;height:2" coordorigin="728,7209" coordsize="10784,0" path="m733,7209l11517,7209e" filled="f" stroked="t" strokeweight=".5pt" strokecolor="#000000">
                <v:path arrowok="t"/>
              </v:shape>
            </v:group>
            <v:group style="position:absolute;left:728;top:4508;width:2;height:2701" coordorigin="728,4508" coordsize="2,2701">
              <v:shape style="position:absolute;left:728;top:4508;width:2;height:2701" coordorigin="728,4508" coordsize="0,2701" path="m728,4513l728,7214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392.876007pt;width:540.999001pt;height:14.999993pt;mso-position-horizontal-relative:page;mso-position-vertical-relative:page;z-index:-805" coordorigin="710,7858" coordsize="10820,300">
            <v:group style="position:absolute;left:725;top:7898;width:990;height:220" coordorigin="725,7898" coordsize="990,220">
              <v:shape style="position:absolute;left:725;top:7898;width:990;height:220" coordorigin="725,7898" coordsize="990,220" path="m725,7898l1715,7898,1715,8118,725,8118,725,7898e" filled="t" fillcolor="#E6E6E6" stroked="f">
                <v:path arrowok="t"/>
                <v:fill/>
              </v:shape>
            </v:group>
            <v:group style="position:absolute;left:717;top:7864;width:1003;height:2" coordorigin="717,7864" coordsize="1003,2">
              <v:shape style="position:absolute;left:717;top:7864;width:1003;height:2" coordorigin="717,7864" coordsize="1003,0" path="m718,7864l1722,7864e" filled="f" stroked="t" strokeweight=".666667pt" strokecolor="#E6E6E6">
                <v:path arrowok="t"/>
              </v:shape>
            </v:group>
            <v:group style="position:absolute;left:723;top:7891;width:993;height:2" coordorigin="723,7891" coordsize="993,2">
              <v:shape style="position:absolute;left:723;top:7891;width:993;height:2" coordorigin="723,7891" coordsize="993,0" path="m732,7891l1725,7891e" filled="f" stroked="t" strokeweight=".666667pt" strokecolor="#E6E6E6">
                <v:path arrowok="t"/>
              </v:shape>
            </v:group>
            <v:group style="position:absolute;left:723;top:8124;width:993;height:2" coordorigin="723,8124" coordsize="993,2">
              <v:shape style="position:absolute;left:723;top:8124;width:993;height:2" coordorigin="723,8124" coordsize="993,0" path="m727,8124l1720,8124e" filled="f" stroked="t" strokeweight=".666667pt" strokecolor="#E6E6E6">
                <v:path arrowok="t"/>
              </v:shape>
            </v:group>
            <v:group style="position:absolute;left:720;top:7878;width:2;height:260" coordorigin="720,7878" coordsize="2,260">
              <v:shape style="position:absolute;left:720;top:7878;width:2;height:260" coordorigin="720,7878" coordsize="0,260" path="m720,7898l720,8158e" filled="f" stroked="t" strokeweight=".5pt" strokecolor="#FFFFFF">
                <v:path arrowok="t"/>
              </v:shape>
            </v:group>
            <v:group style="position:absolute;left:1725;top:7898;width:2257;height:220" coordorigin="1725,7898" coordsize="2257,220">
              <v:shape style="position:absolute;left:1725;top:7898;width:2257;height:220" coordorigin="1725,7898" coordsize="2257,220" path="m1725,7898l3982,7898,3982,8118,1725,8118,1725,7898e" filled="t" fillcolor="#E6E6E6" stroked="f">
                <v:path arrowok="t"/>
                <v:fill/>
              </v:shape>
            </v:group>
            <v:group style="position:absolute;left:1720;top:7864;width:2267;height:2" coordorigin="1720,7864" coordsize="2267,2">
              <v:shape style="position:absolute;left:1720;top:7864;width:2267;height:2" coordorigin="1720,7864" coordsize="2267,0" path="m1720,7864l3987,7864e" filled="f" stroked="t" strokeweight=".666667pt" strokecolor="#E6E6E6">
                <v:path arrowok="t"/>
              </v:shape>
            </v:group>
            <v:group style="position:absolute;left:1723;top:7891;width:2260;height:2" coordorigin="1723,7891" coordsize="2260,2">
              <v:shape style="position:absolute;left:1723;top:7891;width:2260;height:2" coordorigin="1723,7891" coordsize="2260,0" path="m1727,7891l3987,7891e" filled="f" stroked="t" strokeweight=".666667pt" strokecolor="#E6E6E6">
                <v:path arrowok="t"/>
              </v:shape>
            </v:group>
            <v:group style="position:absolute;left:1723;top:8124;width:2260;height:2" coordorigin="1723,8124" coordsize="2260,2">
              <v:shape style="position:absolute;left:1723;top:8124;width:2260;height:2" coordorigin="1723,8124" coordsize="2260,0" path="m1727,8124l3987,8124e" filled="f" stroked="t" strokeweight=".666667pt" strokecolor="#E6E6E6">
                <v:path arrowok="t"/>
              </v:shape>
            </v:group>
            <v:group style="position:absolute;left:3992;top:7898;width:2990;height:220" coordorigin="3992,7898" coordsize="2990,220">
              <v:shape style="position:absolute;left:3992;top:7898;width:2990;height:220" coordorigin="3992,7898" coordsize="2990,220" path="m3992,7898l6982,7898,6982,8118,3992,8118,3992,7898e" filled="t" fillcolor="#E6E6E6" stroked="f">
                <v:path arrowok="t"/>
                <v:fill/>
              </v:shape>
            </v:group>
            <v:group style="position:absolute;left:3987;top:7864;width:3000;height:2" coordorigin="3987,7864" coordsize="3000,2">
              <v:shape style="position:absolute;left:3987;top:7864;width:3000;height:2" coordorigin="3987,7864" coordsize="3000,0" path="m3987,7864l6987,7864e" filled="f" stroked="t" strokeweight=".666667pt" strokecolor="#E6E6E6">
                <v:path arrowok="t"/>
              </v:shape>
            </v:group>
            <v:group style="position:absolute;left:3990;top:7891;width:2993;height:2" coordorigin="3990,7891" coordsize="2993,2">
              <v:shape style="position:absolute;left:3990;top:7891;width:2993;height:2" coordorigin="3990,7891" coordsize="2993,0" path="m3993,7891l6987,7891e" filled="f" stroked="t" strokeweight=".666667pt" strokecolor="#E6E6E6">
                <v:path arrowok="t"/>
              </v:shape>
            </v:group>
            <v:group style="position:absolute;left:3990;top:8124;width:2993;height:2" coordorigin="3990,8124" coordsize="2993,2">
              <v:shape style="position:absolute;left:3990;top:8124;width:2993;height:2" coordorigin="3990,8124" coordsize="2993,0" path="m3993,8124l6987,8124e" filled="f" stroked="t" strokeweight=".666667pt" strokecolor="#E6E6E6">
                <v:path arrowok="t"/>
              </v:shape>
            </v:group>
            <v:group style="position:absolute;left:6992;top:7898;width:2257;height:220" coordorigin="6992,7898" coordsize="2257,220">
              <v:shape style="position:absolute;left:6992;top:7898;width:2257;height:220" coordorigin="6992,7898" coordsize="2257,220" path="m6992,7898l9248,7898,9248,8118,6992,8118,6992,7898e" filled="t" fillcolor="#E6E6E6" stroked="f">
                <v:path arrowok="t"/>
                <v:fill/>
              </v:shape>
            </v:group>
            <v:group style="position:absolute;left:6987;top:7864;width:2267;height:2" coordorigin="6987,7864" coordsize="2267,2">
              <v:shape style="position:absolute;left:6987;top:7864;width:2267;height:2" coordorigin="6987,7864" coordsize="2267,0" path="m6987,7864l9253,7864e" filled="f" stroked="t" strokeweight=".666667pt" strokecolor="#E6E6E6">
                <v:path arrowok="t"/>
              </v:shape>
            </v:group>
            <v:group style="position:absolute;left:6990;top:7891;width:2260;height:2" coordorigin="6990,7891" coordsize="2260,2">
              <v:shape style="position:absolute;left:6990;top:7891;width:2260;height:2" coordorigin="6990,7891" coordsize="2260,0" path="m6993,7891l9253,7891e" filled="f" stroked="t" strokeweight=".666667pt" strokecolor="#E6E6E6">
                <v:path arrowok="t"/>
              </v:shape>
            </v:group>
            <v:group style="position:absolute;left:6990;top:8124;width:2260;height:2" coordorigin="6990,8124" coordsize="2260,2">
              <v:shape style="position:absolute;left:6990;top:8124;width:2260;height:2" coordorigin="6990,8124" coordsize="2260,0" path="m6993,8124l9253,8124e" filled="f" stroked="t" strokeweight=".666667pt" strokecolor="#E6E6E6">
                <v:path arrowok="t"/>
              </v:shape>
            </v:group>
            <v:group style="position:absolute;left:9258;top:7898;width:2257;height:220" coordorigin="9258,7898" coordsize="2257,220">
              <v:shape style="position:absolute;left:9258;top:7898;width:2257;height:220" coordorigin="9258,7898" coordsize="2257,220" path="m9258,7898l11515,7898,11515,8118,9258,8118,9258,7898e" filled="t" fillcolor="#E6E6E6" stroked="f">
                <v:path arrowok="t"/>
                <v:fill/>
              </v:shape>
            </v:group>
            <v:group style="position:absolute;left:9253;top:7864;width:2270;height:2" coordorigin="9253,7864" coordsize="2270,2">
              <v:shape style="position:absolute;left:9253;top:7864;width:2270;height:2" coordorigin="9253,7864" coordsize="2270,0" path="m9253,7864l11523,7864e" filled="f" stroked="t" strokeweight=".666667pt" strokecolor="#E6E6E6">
                <v:path arrowok="t"/>
              </v:shape>
            </v:group>
            <v:group style="position:absolute;left:9257;top:7891;width:2260;height:2" coordorigin="9257,7891" coordsize="2260,2">
              <v:shape style="position:absolute;left:9257;top:7891;width:2260;height:2" coordorigin="9257,7891" coordsize="2260,0" path="m9260,7891l11520,7891e" filled="f" stroked="t" strokeweight=".666667pt" strokecolor="#E6E6E6">
                <v:path arrowok="t"/>
              </v:shape>
            </v:group>
            <v:group style="position:absolute;left:11520;top:7878;width:2;height:260" coordorigin="11520,7878" coordsize="2,260">
              <v:shape style="position:absolute;left:11520;top:7878;width:2;height:260" coordorigin="11520,7878" coordsize="0,260" path="m11520,7898l11520,8158e" filled="f" stroked="t" strokeweight=".5pt" strokecolor="#FFFFFF">
                <v:path arrowok="t"/>
              </v:shape>
            </v:group>
            <v:group style="position:absolute;left:9257;top:8124;width:2260;height:2" coordorigin="9257,8124" coordsize="2260,2">
              <v:shape style="position:absolute;left:9257;top:8124;width:2260;height:2" coordorigin="9257,8124" coordsize="2260,0" path="m9260,8124l11520,8124e" filled="f" stroked="t" strokeweight=".666667pt" strokecolor="#E6E6E6">
                <v:path arrowok="t"/>
              </v:shape>
            </v:group>
            <v:group style="position:absolute;left:720;top:8151;width:10800;height:2" coordorigin="720,8151" coordsize="10800,2">
              <v:shape style="position:absolute;left:720;top:8151;width:10800;height:2" coordorigin="720,8151" coordsize="10800,0" path="m720,8151l11520,8151e" filled="f" stroked="t" strokeweight=".666688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responds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error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generated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stating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"^"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character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not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allowed.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7205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system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responds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with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error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message.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case.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1200" w:val="left"/>
          <w:tab w:pos="3460" w:val="left"/>
          <w:tab w:pos="6460" w:val="left"/>
          <w:tab w:pos="87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sectPr>
      <w:pgMar w:header="0" w:footer="979" w:top="1480" w:bottom="1160" w:left="620" w:right="94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846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323997pt;margin-top:737.782104pt;width:469.352022pt;height:8pt;mso-position-horizontal-relative:page;mso-position-vertical-relative:page;z-index:-845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https://your_server.vha.domain.ext:9443/jazz/service/com.ibm.rqm.integration.service.IIntegrationService/resources/VIP+%28QM%29/testsuite/urn:com.ibm.rqm:testsuite:3175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844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655998pt;margin-top:737.782104pt;width:472.688022pt;height:8pt;mso-position-horizontal-relative:page;mso-position-vertical-relative:page;z-index:-843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https://your_server.vha.domain.ext:9443/jazz/service/com.ibm.rqm.integration.service.IIntegrationService/resources/VIP+%28QM%29/testcase/urn:com.ibm.rqm:testcase:92765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842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.986pt;margin-top:737.782104pt;width:508.028024pt;height:8pt;mso-position-horizontal-relative:page;mso-position-vertical-relative:page;z-index:-841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https://your_server.vha.domain.ext:9443/jazz/service/com.ibm.rqm.integration.service.IIntegrationService/resources/VIP+%28QM%29/executionscript/urn:com.ibm.rqm:executionscript:83938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s://your_server.vha.domain.ext:9443/jazz/service/com.ibm.rqm.integration.service.IIntegrationService/resources/VIP%2B%28QM%29/testsuite/urn%3Acom.ibm.rqm%3Atestsuite%3A3175" TargetMode="External"/><Relationship Id="rId8" Type="http://schemas.openxmlformats.org/officeDocument/2006/relationships/image" Target="media/image2.png"/><Relationship Id="rId9" Type="http://schemas.openxmlformats.org/officeDocument/2006/relationships/hyperlink" Target="https://your_server.vha.domain.ext:9443/jazz/service/com.ibm.rqm.integration.service.IIntegrationService/resources/VIP%2B%28QM%29/testplan/urn%3Acom.ibm.rqm%3Atestplan%3A3659" TargetMode="External"/><Relationship Id="rId10" Type="http://schemas.openxmlformats.org/officeDocument/2006/relationships/image" Target="media/image3.png"/><Relationship Id="rId11" Type="http://schemas.openxmlformats.org/officeDocument/2006/relationships/hyperlink" Target="https://your_server.vha.domain.ext:9443/jazz/service/com.ibm.rqm.integration.service.IIntegrationService/resources/VIP%2B%28QM%29/testcase/urn%3Acom.ibm.rqm%3Atestcase%3A92765" TargetMode="External"/><Relationship Id="rId12" Type="http://schemas.openxmlformats.org/officeDocument/2006/relationships/image" Target="media/image4.png"/><Relationship Id="rId13" Type="http://schemas.openxmlformats.org/officeDocument/2006/relationships/hyperlink" Target="https://your_server.vha.domain.ext:9443/jazz/service/com.ibm.rqm.integration.service.IIntegrationService/resources/VIP%2B%28QM%29/testcase/urn%3Acom.ibm.rqm%3Atestcase%3A92765" TargetMode="External"/><Relationship Id="rId14" Type="http://schemas.openxmlformats.org/officeDocument/2006/relationships/hyperlink" Target="https://your_server.vha.domain.ext:9443/jazz/service/com.ibm.rqm.integration.service.IIntegrationService/resources/VIP%2B%28QM%29/configuration/TE1089" TargetMode="External"/><Relationship Id="rId15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8" TargetMode="External"/><Relationship Id="rId16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8" TargetMode="External"/><Relationship Id="rId17" Type="http://schemas.openxmlformats.org/officeDocument/2006/relationships/footer" Target="footer2.xml"/><Relationship Id="rId18" Type="http://schemas.openxmlformats.org/officeDocument/2006/relationships/image" Target="media/image5.png"/><Relationship Id="rId19" Type="http://schemas.openxmlformats.org/officeDocument/2006/relationships/hyperlink" Target="https://your_server.vha.domain.ext:9443/jazz/service/com.ibm.rqm.integration.service.IIntegrationService/resources/VIP%2B%28QM%29/testcase/urn%3Acom.ibm.rqm%3Atestcase%3A92765" TargetMode="External"/><Relationship Id="rId20" Type="http://schemas.openxmlformats.org/officeDocument/2006/relationships/image" Target="media/image6.png"/><Relationship Id="rId21" Type="http://schemas.openxmlformats.org/officeDocument/2006/relationships/image" Target="media/image7.png"/><Relationship Id="rId22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8" TargetMode="External"/><Relationship Id="rId23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8" TargetMode="External"/><Relationship Id="rId24" Type="http://schemas.openxmlformats.org/officeDocument/2006/relationships/footer" Target="footer3.xml"/><Relationship Id="rId25" Type="http://schemas.openxmlformats.org/officeDocument/2006/relationships/image" Target="media/image8.png"/><Relationship Id="rId26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8" TargetMode="Externa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testsuite/urn%3Acom.ibm.rqm%3Atestsuite%3A3175" TargetMode="External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testcase/urn%3Acom.ibm.rqm%3Atestcase%3A92765" TargetMode="External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8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2016-04-29T10:07:15Z</dcterms:created>
  <dcterms:modified xsi:type="dcterms:W3CDTF">2016-04-29T10:07:15Z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2015-11-20T00:00:00Z</vt:filetime>
  </property>
  <property fmtid="{D5CDD505-2E9C-101B-9397-08002B2CF9AE}" pid="3" name="LastSaved">
    <vt:filetime>2016-04-29T00:00:00Z</vt:filetime>
  </property>
</Properties>
</file>